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"/>
        <w:gridCol w:w="566"/>
        <w:gridCol w:w="1799"/>
        <w:gridCol w:w="1612"/>
        <w:gridCol w:w="135"/>
        <w:gridCol w:w="1631"/>
        <w:gridCol w:w="851"/>
        <w:gridCol w:w="2585"/>
        <w:gridCol w:w="249"/>
      </w:tblGrid>
      <w:tr w:rsidR="00FD57DB" w:rsidRPr="00096A78" w14:paraId="00986F31" w14:textId="77777777" w:rsidTr="001F5E6A">
        <w:trPr>
          <w:trHeight w:hRule="exact" w:val="340"/>
        </w:trPr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CFC3D4" w14:textId="77777777" w:rsidR="00FD57DB" w:rsidRPr="00096A78" w:rsidRDefault="00FD57DB" w:rsidP="00046A81">
            <w:pPr>
              <w:widowControl w:val="0"/>
              <w:spacing w:before="0"/>
              <w:rPr>
                <w:b/>
                <w:bCs/>
                <w:sz w:val="20"/>
                <w:szCs w:val="20"/>
              </w:rPr>
            </w:pPr>
            <w:r w:rsidRPr="00096A78">
              <w:rPr>
                <w:b/>
                <w:bCs/>
                <w:sz w:val="20"/>
                <w:szCs w:val="20"/>
              </w:rPr>
              <w:t>Załącznik nr 1</w:t>
            </w:r>
          </w:p>
        </w:tc>
      </w:tr>
      <w:tr w:rsidR="00FD57DB" w:rsidRPr="00096A78" w14:paraId="3733CA5F" w14:textId="77777777" w:rsidTr="00BC65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65"/>
        </w:trPr>
        <w:tc>
          <w:tcPr>
            <w:tcW w:w="4323" w:type="dxa"/>
            <w:gridSpan w:val="5"/>
            <w:vAlign w:val="bottom"/>
          </w:tcPr>
          <w:p w14:paraId="72EE4FBD" w14:textId="77777777" w:rsidR="00FD57DB" w:rsidRPr="00096A78" w:rsidRDefault="00FD57DB" w:rsidP="00046A81">
            <w:pPr>
              <w:pStyle w:val="WW-Legenda"/>
              <w:widowControl w:val="0"/>
              <w:suppressAutoHyphens w:val="0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096A78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(pieczęć wykonawcy)</w:t>
            </w:r>
          </w:p>
        </w:tc>
        <w:tc>
          <w:tcPr>
            <w:tcW w:w="5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B75F48E" w14:textId="77777777" w:rsidR="00FD57DB" w:rsidRPr="00096A78" w:rsidRDefault="00FD57DB" w:rsidP="00046A81">
            <w:pPr>
              <w:pStyle w:val="WW-Legenda"/>
              <w:widowControl w:val="0"/>
              <w:suppressAutoHyphens w:val="0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FD57DB" w:rsidRPr="00096A78" w14:paraId="0AF0EC1D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2"/>
        </w:trPr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E76FBC" w14:textId="77777777" w:rsidR="00FD57DB" w:rsidRPr="00096A78" w:rsidRDefault="00FD57DB" w:rsidP="00046A8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/>
              <w:jc w:val="left"/>
              <w:rPr>
                <w:b/>
                <w:bCs/>
                <w:sz w:val="20"/>
                <w:szCs w:val="20"/>
              </w:rPr>
            </w:pPr>
            <w:r w:rsidRPr="00096A78">
              <w:rPr>
                <w:b/>
                <w:bCs/>
                <w:sz w:val="20"/>
                <w:szCs w:val="20"/>
              </w:rPr>
              <w:t>Oferta</w:t>
            </w:r>
          </w:p>
          <w:p w14:paraId="41B6553D" w14:textId="77777777" w:rsidR="00FD57DB" w:rsidRPr="00096A78" w:rsidRDefault="00FD57DB" w:rsidP="00046A8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 w:after="180"/>
              <w:jc w:val="left"/>
              <w:rPr>
                <w:b/>
                <w:bCs/>
                <w:sz w:val="20"/>
                <w:szCs w:val="20"/>
              </w:rPr>
            </w:pPr>
            <w:r w:rsidRPr="00096A78">
              <w:rPr>
                <w:b/>
                <w:bCs/>
                <w:sz w:val="20"/>
                <w:szCs w:val="20"/>
              </w:rPr>
              <w:t xml:space="preserve">w postępowaniu o udzielenie zamówienia </w:t>
            </w:r>
          </w:p>
        </w:tc>
      </w:tr>
      <w:tr w:rsidR="00FD57DB" w:rsidRPr="00096A78" w14:paraId="04B906BE" w14:textId="77777777" w:rsidTr="001F5E6A">
        <w:tc>
          <w:tcPr>
            <w:tcW w:w="963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9EDE0A" w14:textId="77777777" w:rsidR="00FD57DB" w:rsidRPr="00096A78" w:rsidRDefault="00FD57DB" w:rsidP="00046A81">
            <w:pPr>
              <w:widowControl w:val="0"/>
              <w:spacing w:before="0"/>
              <w:rPr>
                <w:sz w:val="20"/>
                <w:szCs w:val="20"/>
              </w:rPr>
            </w:pPr>
            <w:r w:rsidRPr="00096A78">
              <w:rPr>
                <w:b/>
                <w:bCs/>
                <w:sz w:val="20"/>
                <w:szCs w:val="20"/>
              </w:rPr>
              <w:t xml:space="preserve">WYKONAWCA </w:t>
            </w:r>
            <w:r w:rsidRPr="00096A78">
              <w:rPr>
                <w:sz w:val="20"/>
                <w:szCs w:val="20"/>
              </w:rPr>
              <w:t>(</w:t>
            </w:r>
            <w:r w:rsidRPr="00096A78">
              <w:rPr>
                <w:i/>
                <w:iCs/>
                <w:sz w:val="20"/>
                <w:szCs w:val="20"/>
              </w:rPr>
              <w:t>pełna nazwa</w:t>
            </w:r>
            <w:r w:rsidRPr="00096A78">
              <w:rPr>
                <w:sz w:val="20"/>
                <w:szCs w:val="20"/>
              </w:rPr>
              <w:t>)</w:t>
            </w:r>
          </w:p>
        </w:tc>
      </w:tr>
      <w:tr w:rsidR="00FD57DB" w:rsidRPr="00096A78" w14:paraId="60A69745" w14:textId="77777777" w:rsidTr="001F5E6A">
        <w:trPr>
          <w:trHeight w:val="454"/>
        </w:trPr>
        <w:tc>
          <w:tcPr>
            <w:tcW w:w="96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46A16" w14:textId="77777777" w:rsidR="00FD57DB" w:rsidRPr="00096A78" w:rsidRDefault="00FD57DB" w:rsidP="00046A81">
            <w:pPr>
              <w:widowControl w:val="0"/>
              <w:spacing w:before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D57DB" w:rsidRPr="00096A78" w14:paraId="70B82A46" w14:textId="77777777" w:rsidTr="001F5E6A">
        <w:trPr>
          <w:trHeight w:val="105"/>
        </w:trPr>
        <w:tc>
          <w:tcPr>
            <w:tcW w:w="963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20624A1" w14:textId="77777777" w:rsidR="00FD57DB" w:rsidRPr="00096A78" w:rsidRDefault="00FD57DB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FD57DB" w:rsidRPr="00096A78" w14:paraId="3A301A1F" w14:textId="77777777" w:rsidTr="001F5E6A">
        <w:tc>
          <w:tcPr>
            <w:tcW w:w="96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AADF2" w14:textId="77777777" w:rsidR="00FD57DB" w:rsidRPr="00096A78" w:rsidRDefault="00FD57DB" w:rsidP="00046A81">
            <w:pPr>
              <w:widowControl w:val="0"/>
              <w:rPr>
                <w:sz w:val="20"/>
                <w:szCs w:val="20"/>
              </w:rPr>
            </w:pPr>
            <w:r w:rsidRPr="00096A78">
              <w:rPr>
                <w:sz w:val="20"/>
                <w:szCs w:val="20"/>
              </w:rPr>
              <w:t>Adres:</w:t>
            </w:r>
          </w:p>
        </w:tc>
      </w:tr>
      <w:tr w:rsidR="00FD57DB" w:rsidRPr="00096A78" w14:paraId="1F7C03CE" w14:textId="77777777" w:rsidTr="001F5E6A">
        <w:tc>
          <w:tcPr>
            <w:tcW w:w="9639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6266DEBE" w14:textId="77777777" w:rsidR="00FD57DB" w:rsidRPr="00096A78" w:rsidRDefault="00FD57DB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FD57DB" w:rsidRPr="00096A78" w14:paraId="76F17F6D" w14:textId="77777777" w:rsidTr="001F5E6A">
        <w:tc>
          <w:tcPr>
            <w:tcW w:w="96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AB513" w14:textId="77777777" w:rsidR="00FD57DB" w:rsidRPr="00096A78" w:rsidRDefault="00FD57DB" w:rsidP="00046A81">
            <w:pPr>
              <w:widowControl w:val="0"/>
              <w:rPr>
                <w:sz w:val="20"/>
                <w:szCs w:val="20"/>
              </w:rPr>
            </w:pPr>
            <w:r w:rsidRPr="00096A78">
              <w:rPr>
                <w:sz w:val="20"/>
                <w:szCs w:val="20"/>
              </w:rPr>
              <w:t>Tel.:</w:t>
            </w:r>
          </w:p>
        </w:tc>
      </w:tr>
      <w:tr w:rsidR="00FD57DB" w:rsidRPr="00096A78" w14:paraId="3F8919F1" w14:textId="77777777" w:rsidTr="001F5E6A">
        <w:tc>
          <w:tcPr>
            <w:tcW w:w="963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9B27D99" w14:textId="77777777" w:rsidR="00FD57DB" w:rsidRPr="00096A78" w:rsidRDefault="00FD57DB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FD57DB" w:rsidRPr="00096A78" w14:paraId="5D4590E1" w14:textId="77777777" w:rsidTr="001F5E6A"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517B5" w14:textId="77777777" w:rsidR="00FD57DB" w:rsidRPr="00096A78" w:rsidRDefault="00FD57DB" w:rsidP="00046A81">
            <w:pPr>
              <w:widowControl w:val="0"/>
              <w:rPr>
                <w:sz w:val="20"/>
                <w:szCs w:val="20"/>
              </w:rPr>
            </w:pPr>
            <w:r w:rsidRPr="00096A78">
              <w:rPr>
                <w:sz w:val="20"/>
                <w:szCs w:val="20"/>
              </w:rPr>
              <w:t>Regon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B367A" w14:textId="77777777" w:rsidR="00FD57DB" w:rsidRPr="00096A78" w:rsidRDefault="00FD57DB" w:rsidP="00046A81">
            <w:pPr>
              <w:widowControl w:val="0"/>
              <w:rPr>
                <w:sz w:val="20"/>
                <w:szCs w:val="20"/>
              </w:rPr>
            </w:pPr>
            <w:r w:rsidRPr="00096A78">
              <w:rPr>
                <w:sz w:val="20"/>
                <w:szCs w:val="20"/>
              </w:rPr>
              <w:t>NIP:</w:t>
            </w:r>
          </w:p>
        </w:tc>
      </w:tr>
      <w:tr w:rsidR="00FD57DB" w:rsidRPr="00096A78" w14:paraId="6C7EB10E" w14:textId="77777777" w:rsidTr="001F5E6A">
        <w:tc>
          <w:tcPr>
            <w:tcW w:w="963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0D3E82C" w14:textId="77777777" w:rsidR="00FD57DB" w:rsidRPr="00096A78" w:rsidRDefault="00FD57DB" w:rsidP="00046A81">
            <w:pPr>
              <w:pStyle w:val="BodyText21"/>
              <w:widowControl w:val="0"/>
              <w:tabs>
                <w:tab w:val="clear" w:pos="0"/>
              </w:tabs>
              <w:spacing w:before="120"/>
              <w:rPr>
                <w:sz w:val="20"/>
                <w:szCs w:val="20"/>
              </w:rPr>
            </w:pPr>
            <w:r w:rsidRPr="00096A78">
              <w:rPr>
                <w:sz w:val="20"/>
                <w:szCs w:val="20"/>
              </w:rPr>
              <w:t xml:space="preserve">Składam(y) niniejszą ofertę na wykonanie zamówienia, którego przedmiotem jest </w:t>
            </w:r>
            <w:r w:rsidRPr="00096A78">
              <w:rPr>
                <w:i/>
                <w:sz w:val="20"/>
                <w:szCs w:val="20"/>
              </w:rPr>
              <w:t>robota budowlana:</w:t>
            </w:r>
          </w:p>
        </w:tc>
      </w:tr>
      <w:tr w:rsidR="00FD57DB" w:rsidRPr="00096A78" w14:paraId="71C3D568" w14:textId="77777777" w:rsidTr="001F5E6A">
        <w:trPr>
          <w:trHeight w:val="1111"/>
        </w:trPr>
        <w:tc>
          <w:tcPr>
            <w:tcW w:w="96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B5474" w14:textId="2551379B" w:rsidR="00FD57DB" w:rsidRPr="00913881" w:rsidRDefault="007842E9" w:rsidP="003432D4">
            <w:pPr>
              <w:pStyle w:val="BodyText21"/>
              <w:widowControl w:val="0"/>
              <w:tabs>
                <w:tab w:val="clear" w:pos="0"/>
              </w:tabs>
              <w:jc w:val="center"/>
              <w:rPr>
                <w:b/>
                <w:color w:val="0070C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[OD5-RD8] Przebudowa linii napowietrznej SN 15 </w:t>
            </w:r>
            <w:proofErr w:type="spellStart"/>
            <w:r>
              <w:rPr>
                <w:b/>
                <w:sz w:val="22"/>
                <w:szCs w:val="22"/>
              </w:rPr>
              <w:t>kV</w:t>
            </w:r>
            <w:proofErr w:type="spellEnd"/>
            <w:r>
              <w:rPr>
                <w:b/>
                <w:sz w:val="22"/>
                <w:szCs w:val="22"/>
              </w:rPr>
              <w:t xml:space="preserve"> RAW-Sikorzyn ETAP I</w:t>
            </w:r>
          </w:p>
        </w:tc>
      </w:tr>
      <w:tr w:rsidR="00FD57DB" w:rsidRPr="00096A78" w14:paraId="0331E4AF" w14:textId="77777777" w:rsidTr="001F5E6A"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DEECDF" w14:textId="77777777" w:rsidR="00FD57DB" w:rsidRPr="00096A78" w:rsidRDefault="00FD57DB" w:rsidP="0017730F">
            <w:pPr>
              <w:widowControl w:val="0"/>
              <w:numPr>
                <w:ilvl w:val="0"/>
                <w:numId w:val="3"/>
              </w:numPr>
              <w:tabs>
                <w:tab w:val="clear" w:pos="360"/>
              </w:tabs>
              <w:ind w:left="497" w:right="-34" w:hanging="425"/>
              <w:rPr>
                <w:b/>
                <w:bCs/>
                <w:sz w:val="20"/>
                <w:szCs w:val="20"/>
              </w:rPr>
            </w:pPr>
            <w:r w:rsidRPr="00096A78">
              <w:rPr>
                <w:sz w:val="20"/>
                <w:szCs w:val="20"/>
              </w:rPr>
              <w:t xml:space="preserve">Oferujemy wykonanie zamówienia zgodnie z opisem przedmiotu zamówienia za </w:t>
            </w:r>
            <w:r w:rsidRPr="00096A78">
              <w:rPr>
                <w:iCs/>
                <w:sz w:val="20"/>
                <w:szCs w:val="20"/>
              </w:rPr>
              <w:t>cenę ryczałtową:</w:t>
            </w:r>
          </w:p>
        </w:tc>
      </w:tr>
      <w:tr w:rsidR="00FD57DB" w:rsidRPr="00096A78" w14:paraId="2FF2AEA6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2C1EAD7F" w14:textId="77777777" w:rsidR="00FD57DB" w:rsidRPr="00096A78" w:rsidRDefault="00FD57DB" w:rsidP="00F31AD5">
            <w:pPr>
              <w:widowControl w:val="0"/>
              <w:spacing w:before="240"/>
              <w:ind w:left="77"/>
              <w:rPr>
                <w:b/>
                <w:bCs/>
                <w:sz w:val="20"/>
                <w:szCs w:val="20"/>
                <w:u w:val="single"/>
              </w:rPr>
            </w:pPr>
            <w:r w:rsidRPr="00096A78">
              <w:rPr>
                <w:b/>
                <w:bCs/>
                <w:sz w:val="20"/>
                <w:szCs w:val="20"/>
              </w:rPr>
              <w:t>Łączna cena ryczałtowa:</w:t>
            </w:r>
          </w:p>
        </w:tc>
      </w:tr>
      <w:tr w:rsidR="00FD57DB" w:rsidRPr="00096A78" w14:paraId="1F11ACB2" w14:textId="77777777" w:rsidTr="001F5E6A">
        <w:tc>
          <w:tcPr>
            <w:tcW w:w="25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22E8C4" w14:textId="77777777" w:rsidR="00FD57DB" w:rsidRPr="00096A78" w:rsidRDefault="00FD57DB" w:rsidP="0017730F">
            <w:pPr>
              <w:widowControl w:val="0"/>
              <w:jc w:val="right"/>
              <w:rPr>
                <w:sz w:val="20"/>
                <w:szCs w:val="20"/>
              </w:rPr>
            </w:pPr>
            <w:r w:rsidRPr="00096A78">
              <w:rPr>
                <w:sz w:val="20"/>
                <w:szCs w:val="20"/>
              </w:rPr>
              <w:t>CENA NETTO:</w:t>
            </w:r>
          </w:p>
        </w:tc>
        <w:tc>
          <w:tcPr>
            <w:tcW w:w="706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4869DA" w14:textId="77777777" w:rsidR="00FD57DB" w:rsidRPr="00096A78" w:rsidRDefault="00FD57DB" w:rsidP="0017730F">
            <w:pPr>
              <w:widowControl w:val="0"/>
              <w:rPr>
                <w:sz w:val="20"/>
                <w:szCs w:val="20"/>
              </w:rPr>
            </w:pPr>
            <w:r w:rsidRPr="00096A78">
              <w:rPr>
                <w:sz w:val="20"/>
                <w:szCs w:val="20"/>
              </w:rPr>
              <w:t>……………………………………… zł</w:t>
            </w:r>
          </w:p>
        </w:tc>
      </w:tr>
      <w:tr w:rsidR="00FD57DB" w:rsidRPr="00096A78" w14:paraId="04DCB4FA" w14:textId="77777777" w:rsidTr="001F5E6A">
        <w:tc>
          <w:tcPr>
            <w:tcW w:w="25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1AF85B" w14:textId="77777777" w:rsidR="00FD57DB" w:rsidRPr="00096A78" w:rsidRDefault="00FD57DB" w:rsidP="0017730F">
            <w:pPr>
              <w:widowControl w:val="0"/>
              <w:jc w:val="right"/>
              <w:rPr>
                <w:sz w:val="20"/>
                <w:szCs w:val="20"/>
              </w:rPr>
            </w:pPr>
            <w:r w:rsidRPr="00096A78">
              <w:rPr>
                <w:sz w:val="20"/>
                <w:szCs w:val="20"/>
              </w:rPr>
              <w:t>CENA NETTO SŁOWNIE:</w:t>
            </w:r>
          </w:p>
        </w:tc>
        <w:tc>
          <w:tcPr>
            <w:tcW w:w="706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B66210" w14:textId="77777777" w:rsidR="00FD57DB" w:rsidRPr="00096A78" w:rsidRDefault="00FD57DB" w:rsidP="0017730F">
            <w:pPr>
              <w:widowControl w:val="0"/>
              <w:rPr>
                <w:sz w:val="20"/>
                <w:szCs w:val="20"/>
              </w:rPr>
            </w:pPr>
            <w:r w:rsidRPr="00096A78">
              <w:rPr>
                <w:sz w:val="20"/>
                <w:szCs w:val="20"/>
              </w:rPr>
              <w:t>……………………………………………………………...………………………………………… zł</w:t>
            </w:r>
          </w:p>
        </w:tc>
      </w:tr>
      <w:tr w:rsidR="00FD57DB" w:rsidRPr="00096A78" w14:paraId="7EE14283" w14:textId="77777777" w:rsidTr="001F5E6A"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179CA6" w14:textId="77777777" w:rsidR="00FD57DB" w:rsidRPr="00096A78" w:rsidRDefault="00FD57DB" w:rsidP="0017730F">
            <w:pPr>
              <w:widowControl w:val="0"/>
              <w:numPr>
                <w:ilvl w:val="0"/>
                <w:numId w:val="3"/>
              </w:numPr>
              <w:spacing w:line="276" w:lineRule="auto"/>
              <w:ind w:right="-34"/>
              <w:rPr>
                <w:sz w:val="20"/>
                <w:szCs w:val="20"/>
              </w:rPr>
            </w:pPr>
            <w:r w:rsidRPr="00096A78">
              <w:rPr>
                <w:b/>
                <w:sz w:val="20"/>
                <w:szCs w:val="20"/>
              </w:rPr>
              <w:t>Zobowiązuję(</w:t>
            </w:r>
            <w:proofErr w:type="spellStart"/>
            <w:r w:rsidRPr="00096A78">
              <w:rPr>
                <w:b/>
                <w:sz w:val="20"/>
                <w:szCs w:val="20"/>
              </w:rPr>
              <w:t>emy</w:t>
            </w:r>
            <w:proofErr w:type="spellEnd"/>
            <w:r w:rsidRPr="00096A78">
              <w:rPr>
                <w:b/>
                <w:sz w:val="20"/>
                <w:szCs w:val="20"/>
              </w:rPr>
              <w:t xml:space="preserve">) się do wykorzystania w toku realizacji zamówienia Wyrobów wskazanych w Wykazie Wyrobów Dopuszczonych, dostępnym na stronie </w:t>
            </w:r>
            <w:hyperlink r:id="rId8" w:history="1">
              <w:r w:rsidR="00D700C1" w:rsidRPr="00D700C1">
                <w:rPr>
                  <w:rStyle w:val="Hipercze"/>
                  <w:rFonts w:cs="Tahoma"/>
                  <w:sz w:val="20"/>
                  <w:szCs w:val="20"/>
                </w:rPr>
                <w:t>https://www.operator.enea.pl/o-spolce/prekwalifikacja-i-certyfikacja</w:t>
              </w:r>
            </w:hyperlink>
            <w:r w:rsidR="00D700C1">
              <w:t xml:space="preserve"> </w:t>
            </w:r>
            <w:r w:rsidRPr="00096A78">
              <w:rPr>
                <w:b/>
                <w:sz w:val="20"/>
                <w:szCs w:val="20"/>
              </w:rPr>
              <w:t>w zakresie asortymentu wyszczególnionego w Rozdziale II WZ – Opis przedmiotu zamówienia.</w:t>
            </w:r>
          </w:p>
        </w:tc>
      </w:tr>
      <w:tr w:rsidR="00FD57DB" w:rsidRPr="00096A78" w14:paraId="6E7E43BD" w14:textId="77777777" w:rsidTr="001F5E6A"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C1989C" w14:textId="77777777" w:rsidR="00FD57DB" w:rsidRPr="00096A78" w:rsidRDefault="00FD57DB" w:rsidP="0017730F">
            <w:pPr>
              <w:widowControl w:val="0"/>
              <w:numPr>
                <w:ilvl w:val="0"/>
                <w:numId w:val="3"/>
              </w:numPr>
              <w:spacing w:line="276" w:lineRule="auto"/>
              <w:ind w:right="-34"/>
              <w:rPr>
                <w:sz w:val="20"/>
                <w:szCs w:val="20"/>
              </w:rPr>
            </w:pPr>
            <w:r w:rsidRPr="00096A78">
              <w:rPr>
                <w:sz w:val="20"/>
                <w:szCs w:val="20"/>
              </w:rPr>
              <w:t xml:space="preserve">Informujemy, iż wybór naszej oferty </w:t>
            </w:r>
            <w:r w:rsidRPr="00425B1B">
              <w:rPr>
                <w:b/>
                <w:color w:val="00B050"/>
                <w:sz w:val="20"/>
                <w:szCs w:val="20"/>
              </w:rPr>
              <w:t xml:space="preserve">będzie prowadzić / </w:t>
            </w:r>
            <w:r w:rsidRPr="00096A78">
              <w:rPr>
                <w:b/>
                <w:color w:val="00B050"/>
                <w:sz w:val="20"/>
                <w:szCs w:val="20"/>
              </w:rPr>
              <w:t>nie będzie prowadzić</w:t>
            </w:r>
            <w:r w:rsidRPr="00096A78">
              <w:rPr>
                <w:b/>
                <w:color w:val="FF0000"/>
                <w:sz w:val="20"/>
                <w:szCs w:val="20"/>
              </w:rPr>
              <w:t>*</w:t>
            </w:r>
            <w:r w:rsidRPr="00096A78">
              <w:rPr>
                <w:color w:val="00B050"/>
                <w:sz w:val="20"/>
                <w:szCs w:val="20"/>
              </w:rPr>
              <w:t xml:space="preserve"> </w:t>
            </w:r>
            <w:r w:rsidRPr="00096A78">
              <w:rPr>
                <w:sz w:val="20"/>
                <w:szCs w:val="20"/>
              </w:rPr>
              <w:t>do powstania u Zamawiającego obowiązku podatkowego. Wskazujemy nazwę (rodzaj) towaru lub usługi, których do-stawa lub świadczenie będzie prowadzić do jego powstania, oraz wskazując ich wartość bez kwoty po-datku:</w:t>
            </w:r>
          </w:p>
          <w:p w14:paraId="78086206" w14:textId="77777777" w:rsidR="00FD57DB" w:rsidRPr="00096A78" w:rsidRDefault="00FD57DB" w:rsidP="0017730F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96A78">
              <w:rPr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</w:t>
            </w:r>
          </w:p>
          <w:p w14:paraId="74A579B6" w14:textId="77777777" w:rsidR="00FD57DB" w:rsidRPr="00096A78" w:rsidRDefault="00FD57DB" w:rsidP="0017730F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96A78">
              <w:rPr>
                <w:sz w:val="20"/>
                <w:szCs w:val="20"/>
              </w:rPr>
              <w:t xml:space="preserve">Obowiązek podatkowy u Zamawiającego powstaje jedynie w przypadku: </w:t>
            </w:r>
          </w:p>
          <w:p w14:paraId="0B3B2CF0" w14:textId="77777777" w:rsidR="00FD57DB" w:rsidRPr="00096A78" w:rsidRDefault="00FD57DB" w:rsidP="0017730F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96A78">
              <w:rPr>
                <w:sz w:val="20"/>
                <w:szCs w:val="20"/>
              </w:rPr>
              <w:t>a)</w:t>
            </w:r>
            <w:r w:rsidRPr="00096A78">
              <w:rPr>
                <w:sz w:val="20"/>
                <w:szCs w:val="20"/>
              </w:rPr>
              <w:tab/>
              <w:t>wewnątrzwspólnotowego nabycia towarów,</w:t>
            </w:r>
          </w:p>
          <w:p w14:paraId="7837A35D" w14:textId="77777777" w:rsidR="00FD57DB" w:rsidRPr="00096A78" w:rsidRDefault="00FD57DB" w:rsidP="0017730F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96A78">
              <w:rPr>
                <w:sz w:val="20"/>
                <w:szCs w:val="20"/>
              </w:rPr>
              <w:t>b)</w:t>
            </w:r>
            <w:r w:rsidRPr="00096A78">
              <w:rPr>
                <w:sz w:val="20"/>
                <w:szCs w:val="20"/>
              </w:rPr>
              <w:tab/>
              <w:t>mechanizmu odwróconego obciążenia VAT,</w:t>
            </w:r>
          </w:p>
          <w:p w14:paraId="09831F20" w14:textId="77777777" w:rsidR="00FD57DB" w:rsidRPr="00096A78" w:rsidRDefault="00FD57DB" w:rsidP="0017730F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96A78">
              <w:rPr>
                <w:sz w:val="20"/>
                <w:szCs w:val="20"/>
              </w:rPr>
              <w:t>c)</w:t>
            </w:r>
            <w:r w:rsidRPr="00096A78">
              <w:rPr>
                <w:sz w:val="20"/>
                <w:szCs w:val="20"/>
              </w:rPr>
              <w:tab/>
              <w:t>importu usług lub importu towarów, z którymi wiąże się analogiczny obowiązek doliczenia przez zamawiającego przy porównywaniu cen ofertowych podatku VAT.</w:t>
            </w:r>
          </w:p>
          <w:p w14:paraId="064DB751" w14:textId="77777777" w:rsidR="00FD57DB" w:rsidRPr="00D700C1" w:rsidRDefault="00FD57DB" w:rsidP="0017730F">
            <w:pPr>
              <w:widowControl w:val="0"/>
              <w:spacing w:line="276" w:lineRule="auto"/>
              <w:ind w:left="340" w:right="-34"/>
              <w:rPr>
                <w:b/>
                <w:i/>
                <w:color w:val="FF0000"/>
                <w:sz w:val="14"/>
                <w:szCs w:val="14"/>
              </w:rPr>
            </w:pPr>
            <w:r w:rsidRPr="00D700C1">
              <w:rPr>
                <w:b/>
                <w:i/>
                <w:color w:val="00B050"/>
                <w:sz w:val="14"/>
                <w:szCs w:val="14"/>
              </w:rPr>
              <w:t>(*) niepotrzebne skreślić</w:t>
            </w:r>
          </w:p>
        </w:tc>
      </w:tr>
      <w:tr w:rsidR="00FD57DB" w:rsidRPr="00096A78" w14:paraId="0DD738FD" w14:textId="77777777" w:rsidTr="001F5E6A"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F99507" w14:textId="77777777" w:rsidR="00FD57DB" w:rsidRPr="00096A78" w:rsidRDefault="00FD57DB" w:rsidP="0017730F">
            <w:pPr>
              <w:widowControl w:val="0"/>
              <w:numPr>
                <w:ilvl w:val="0"/>
                <w:numId w:val="3"/>
              </w:numPr>
              <w:tabs>
                <w:tab w:val="clear" w:pos="360"/>
                <w:tab w:val="num" w:pos="426"/>
              </w:tabs>
              <w:spacing w:line="276" w:lineRule="auto"/>
              <w:ind w:left="426" w:right="-34" w:hanging="426"/>
              <w:rPr>
                <w:b/>
                <w:bCs/>
                <w:sz w:val="20"/>
                <w:szCs w:val="20"/>
              </w:rPr>
            </w:pPr>
            <w:r w:rsidRPr="00096A78">
              <w:rPr>
                <w:sz w:val="20"/>
                <w:szCs w:val="20"/>
              </w:rPr>
              <w:lastRenderedPageBreak/>
              <w:t>Oświadczam(y), że:</w:t>
            </w:r>
          </w:p>
        </w:tc>
      </w:tr>
      <w:tr w:rsidR="00FD57DB" w:rsidRPr="00096A78" w14:paraId="0A536650" w14:textId="77777777" w:rsidTr="001F5E6A"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B1F6BD" w14:textId="77777777" w:rsidR="00FD57DB" w:rsidRPr="00096A78" w:rsidRDefault="00FD57DB" w:rsidP="009513D4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spacing w:line="276" w:lineRule="auto"/>
              <w:ind w:hanging="295"/>
              <w:rPr>
                <w:sz w:val="20"/>
                <w:szCs w:val="20"/>
              </w:rPr>
            </w:pPr>
            <w:r w:rsidRPr="00096A78">
              <w:rPr>
                <w:sz w:val="20"/>
                <w:szCs w:val="20"/>
              </w:rPr>
              <w:t>jestem(</w:t>
            </w:r>
            <w:proofErr w:type="spellStart"/>
            <w:r w:rsidRPr="00096A78">
              <w:rPr>
                <w:sz w:val="20"/>
                <w:szCs w:val="20"/>
              </w:rPr>
              <w:t>śmy</w:t>
            </w:r>
            <w:proofErr w:type="spellEnd"/>
            <w:r w:rsidRPr="00096A78">
              <w:rPr>
                <w:sz w:val="20"/>
                <w:szCs w:val="20"/>
              </w:rPr>
              <w:t xml:space="preserve">) związany(i) niniejszą ofertą przez okres </w:t>
            </w:r>
            <w:r w:rsidRPr="00096A78">
              <w:rPr>
                <w:b/>
                <w:sz w:val="20"/>
                <w:szCs w:val="20"/>
              </w:rPr>
              <w:t>60</w:t>
            </w:r>
            <w:r w:rsidRPr="00096A78">
              <w:rPr>
                <w:b/>
                <w:bCs/>
                <w:sz w:val="20"/>
                <w:szCs w:val="20"/>
              </w:rPr>
              <w:t xml:space="preserve"> dni</w:t>
            </w:r>
            <w:r w:rsidRPr="00096A78">
              <w:rPr>
                <w:sz w:val="20"/>
                <w:szCs w:val="20"/>
              </w:rPr>
              <w:t xml:space="preserve"> od upływu terminu składania ofert,</w:t>
            </w:r>
          </w:p>
        </w:tc>
      </w:tr>
      <w:tr w:rsidR="00FD57DB" w:rsidRPr="00096A78" w14:paraId="6553022E" w14:textId="77777777" w:rsidTr="001F5E6A"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88C0A3" w14:textId="77777777" w:rsidR="00FD57DB" w:rsidRPr="00096A78" w:rsidRDefault="00FD57DB" w:rsidP="0017730F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spacing w:line="276" w:lineRule="auto"/>
              <w:ind w:hanging="295"/>
              <w:rPr>
                <w:sz w:val="20"/>
                <w:szCs w:val="20"/>
              </w:rPr>
            </w:pPr>
            <w:r w:rsidRPr="00096A78">
              <w:rPr>
                <w:i/>
                <w:sz w:val="20"/>
                <w:szCs w:val="20"/>
              </w:rPr>
              <w:t>dokonaliśmy wizji lokalnej w terenie</w:t>
            </w:r>
            <w:r w:rsidRPr="00096A78">
              <w:rPr>
                <w:sz w:val="20"/>
                <w:szCs w:val="20"/>
              </w:rPr>
              <w:t>,</w:t>
            </w:r>
          </w:p>
        </w:tc>
      </w:tr>
      <w:tr w:rsidR="00FD57DB" w:rsidRPr="00096A78" w14:paraId="5078F1B1" w14:textId="77777777" w:rsidTr="00425B1B">
        <w:trPr>
          <w:trHeight w:val="957"/>
        </w:trPr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879E2A" w14:textId="77777777" w:rsidR="00FD57DB" w:rsidRPr="00096A78" w:rsidRDefault="00FD57DB" w:rsidP="0017730F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spacing w:line="276" w:lineRule="auto"/>
              <w:ind w:hanging="295"/>
              <w:rPr>
                <w:sz w:val="20"/>
                <w:szCs w:val="20"/>
              </w:rPr>
            </w:pPr>
            <w:r w:rsidRPr="00096A78">
              <w:rPr>
                <w:sz w:val="20"/>
                <w:szCs w:val="20"/>
              </w:rPr>
              <w:t>zrealizuję(</w:t>
            </w:r>
            <w:proofErr w:type="spellStart"/>
            <w:r w:rsidRPr="00096A78">
              <w:rPr>
                <w:i/>
                <w:iCs/>
                <w:sz w:val="20"/>
                <w:szCs w:val="20"/>
              </w:rPr>
              <w:t>emy</w:t>
            </w:r>
            <w:proofErr w:type="spellEnd"/>
            <w:r w:rsidRPr="00096A78">
              <w:rPr>
                <w:sz w:val="20"/>
                <w:szCs w:val="20"/>
              </w:rPr>
              <w:t>) przedmiotowe zamówienia:</w:t>
            </w:r>
          </w:p>
          <w:p w14:paraId="39CB89F9" w14:textId="77777777" w:rsidR="00FD57DB" w:rsidRPr="00096A78" w:rsidRDefault="00FD57DB" w:rsidP="0017730F">
            <w:pPr>
              <w:widowControl w:val="0"/>
              <w:spacing w:line="276" w:lineRule="auto"/>
              <w:ind w:left="720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425B1B">
              <w:rPr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5B1B">
              <w:rPr>
                <w:sz w:val="20"/>
                <w:szCs w:val="20"/>
              </w:rPr>
              <w:instrText xml:space="preserve"> FORMCHECKBOX </w:instrText>
            </w:r>
            <w:r w:rsidR="00E94825">
              <w:rPr>
                <w:sz w:val="20"/>
                <w:szCs w:val="20"/>
              </w:rPr>
            </w:r>
            <w:r w:rsidR="00E94825">
              <w:rPr>
                <w:sz w:val="20"/>
                <w:szCs w:val="20"/>
              </w:rPr>
              <w:fldChar w:fldCharType="separate"/>
            </w:r>
            <w:r w:rsidRPr="00425B1B">
              <w:rPr>
                <w:sz w:val="20"/>
                <w:szCs w:val="20"/>
              </w:rPr>
              <w:fldChar w:fldCharType="end"/>
            </w:r>
            <w:r w:rsidRPr="00425B1B">
              <w:rPr>
                <w:sz w:val="20"/>
                <w:szCs w:val="20"/>
              </w:rPr>
              <w:t xml:space="preserve"> </w:t>
            </w:r>
            <w:r w:rsidRPr="00425B1B">
              <w:rPr>
                <w:b/>
                <w:bCs/>
                <w:sz w:val="20"/>
                <w:szCs w:val="20"/>
              </w:rPr>
              <w:t xml:space="preserve">samodzielnie / </w:t>
            </w:r>
            <w:r w:rsidRPr="00425B1B"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5B1B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E94825">
              <w:rPr>
                <w:b/>
                <w:bCs/>
                <w:sz w:val="20"/>
                <w:szCs w:val="20"/>
              </w:rPr>
            </w:r>
            <w:r w:rsidR="00E94825">
              <w:rPr>
                <w:b/>
                <w:bCs/>
                <w:sz w:val="20"/>
                <w:szCs w:val="20"/>
              </w:rPr>
              <w:fldChar w:fldCharType="separate"/>
            </w:r>
            <w:r w:rsidRPr="00425B1B">
              <w:rPr>
                <w:b/>
                <w:bCs/>
                <w:sz w:val="20"/>
                <w:szCs w:val="20"/>
              </w:rPr>
              <w:fldChar w:fldCharType="end"/>
            </w:r>
            <w:r w:rsidRPr="00425B1B">
              <w:rPr>
                <w:b/>
                <w:bCs/>
                <w:sz w:val="20"/>
                <w:szCs w:val="20"/>
              </w:rPr>
              <w:t xml:space="preserve"> z udziałem podwykonawców / </w:t>
            </w:r>
            <w:r w:rsidRPr="00425B1B"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5B1B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E94825">
              <w:rPr>
                <w:b/>
                <w:bCs/>
                <w:sz w:val="20"/>
                <w:szCs w:val="20"/>
              </w:rPr>
            </w:r>
            <w:r w:rsidR="00E94825">
              <w:rPr>
                <w:b/>
                <w:bCs/>
                <w:sz w:val="20"/>
                <w:szCs w:val="20"/>
              </w:rPr>
              <w:fldChar w:fldCharType="separate"/>
            </w:r>
            <w:r w:rsidRPr="00425B1B">
              <w:rPr>
                <w:b/>
                <w:bCs/>
                <w:sz w:val="20"/>
                <w:szCs w:val="20"/>
              </w:rPr>
              <w:fldChar w:fldCharType="end"/>
            </w:r>
            <w:r w:rsidRPr="00425B1B">
              <w:rPr>
                <w:b/>
                <w:bCs/>
                <w:sz w:val="20"/>
                <w:szCs w:val="20"/>
              </w:rPr>
              <w:t xml:space="preserve"> z udziałem pracowników Enea Operator sp. z o.o.</w:t>
            </w:r>
          </w:p>
        </w:tc>
      </w:tr>
      <w:tr w:rsidR="00FD57DB" w:rsidRPr="00096A78" w14:paraId="7E8E6C9D" w14:textId="77777777" w:rsidTr="001F5E6A"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DD0424" w14:textId="77777777" w:rsidR="00FD57DB" w:rsidRPr="00096A78" w:rsidRDefault="00FD57DB" w:rsidP="0017730F">
            <w:pPr>
              <w:widowControl w:val="0"/>
              <w:spacing w:after="60" w:line="276" w:lineRule="auto"/>
              <w:ind w:left="340" w:right="-34"/>
              <w:rPr>
                <w:sz w:val="20"/>
                <w:szCs w:val="20"/>
              </w:rPr>
            </w:pPr>
            <w:r w:rsidRPr="00096A78">
              <w:rPr>
                <w:sz w:val="20"/>
                <w:szCs w:val="20"/>
              </w:rPr>
              <w:t>Części zamówienia, które zostaną zrealizowane przy udziale podwykonawców/pracowników ENEA Operator sp. z o.o.*:</w:t>
            </w:r>
          </w:p>
          <w:tbl>
            <w:tblPr>
              <w:tblW w:w="0" w:type="auto"/>
              <w:tblInd w:w="6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3544"/>
              <w:gridCol w:w="4252"/>
            </w:tblGrid>
            <w:tr w:rsidR="00FD57DB" w:rsidRPr="00096A78" w14:paraId="2B7DAB5F" w14:textId="77777777" w:rsidTr="00CE201A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BF4C80D" w14:textId="77777777" w:rsidR="00FD57DB" w:rsidRPr="00CE201A" w:rsidRDefault="00FD57DB" w:rsidP="00CE201A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CE201A">
                    <w:rPr>
                      <w:b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AB4E93" w14:textId="77777777" w:rsidR="00FD57DB" w:rsidRPr="00CE201A" w:rsidRDefault="00FD57DB" w:rsidP="00CE201A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CE201A">
                    <w:rPr>
                      <w:b/>
                      <w:sz w:val="20"/>
                      <w:szCs w:val="20"/>
                    </w:rPr>
                    <w:t>Nazwa podwykonawcy/Imię i nazwisko pracownika ENEA Operator sp. z o.o.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F22B8D" w14:textId="77777777" w:rsidR="00FD57DB" w:rsidRPr="00CE201A" w:rsidRDefault="00FD57DB" w:rsidP="00CE201A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CE201A">
                    <w:rPr>
                      <w:b/>
                      <w:sz w:val="20"/>
                      <w:szCs w:val="20"/>
                    </w:rPr>
                    <w:t>Części zamówienia</w:t>
                  </w:r>
                </w:p>
              </w:tc>
            </w:tr>
            <w:tr w:rsidR="00FD57DB" w:rsidRPr="00096A78" w14:paraId="76967C7A" w14:textId="77777777" w:rsidTr="00CE201A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242BC3" w14:textId="77777777" w:rsidR="00FD57DB" w:rsidRPr="00CE201A" w:rsidRDefault="00FD57DB" w:rsidP="00CE201A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CE201A">
                    <w:rPr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AF9FEB" w14:textId="77777777" w:rsidR="00FD57DB" w:rsidRPr="00CE201A" w:rsidRDefault="00FD57DB" w:rsidP="00CE201A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96F088" w14:textId="77777777" w:rsidR="00FD57DB" w:rsidRPr="00CE201A" w:rsidRDefault="00FD57DB" w:rsidP="00CE201A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FD57DB" w:rsidRPr="00096A78" w14:paraId="5A29B500" w14:textId="77777777" w:rsidTr="00CE201A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3243D1" w14:textId="77777777" w:rsidR="00FD57DB" w:rsidRPr="00CE201A" w:rsidRDefault="00FD57DB" w:rsidP="00CE201A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CE201A">
                    <w:rPr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606731" w14:textId="77777777" w:rsidR="00FD57DB" w:rsidRPr="00CE201A" w:rsidRDefault="00FD57DB" w:rsidP="00CE201A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639A77" w14:textId="77777777" w:rsidR="00FD57DB" w:rsidRPr="00CE201A" w:rsidRDefault="00FD57DB" w:rsidP="00CE201A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FD57DB" w:rsidRPr="00096A78" w14:paraId="3DCB24D3" w14:textId="77777777" w:rsidTr="00CE201A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119EE3" w14:textId="77777777" w:rsidR="00FD57DB" w:rsidRPr="00CE201A" w:rsidRDefault="00FD57DB" w:rsidP="00CE201A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CE201A">
                    <w:rPr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0934CA" w14:textId="77777777" w:rsidR="00FD57DB" w:rsidRPr="00CE201A" w:rsidRDefault="00FD57DB" w:rsidP="00CE201A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3B30C8" w14:textId="77777777" w:rsidR="00FD57DB" w:rsidRPr="00CE201A" w:rsidRDefault="00FD57DB" w:rsidP="00CE201A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FD57DB" w:rsidRPr="00096A78" w14:paraId="11998B43" w14:textId="77777777" w:rsidTr="00CE201A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508706" w14:textId="77777777" w:rsidR="00FD57DB" w:rsidRPr="00CE201A" w:rsidRDefault="00FD57DB" w:rsidP="00CE201A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CE201A">
                    <w:rPr>
                      <w:sz w:val="20"/>
                      <w:szCs w:val="20"/>
                    </w:rPr>
                    <w:t>4.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58B8E2" w14:textId="77777777" w:rsidR="00FD57DB" w:rsidRPr="00CE201A" w:rsidRDefault="00FD57DB" w:rsidP="00CE201A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B9AFC8" w14:textId="77777777" w:rsidR="00FD57DB" w:rsidRPr="00CE201A" w:rsidRDefault="00FD57DB" w:rsidP="00CE201A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FD57DB" w:rsidRPr="00096A78" w14:paraId="1DBA968F" w14:textId="77777777" w:rsidTr="00CE201A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8049B4" w14:textId="77777777" w:rsidR="00FD57DB" w:rsidRPr="00CE201A" w:rsidRDefault="00FD57DB" w:rsidP="00CE201A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CE201A">
                    <w:rPr>
                      <w:sz w:val="20"/>
                      <w:szCs w:val="20"/>
                    </w:rPr>
                    <w:t>5.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98595B" w14:textId="77777777" w:rsidR="00FD57DB" w:rsidRPr="00CE201A" w:rsidRDefault="00FD57DB" w:rsidP="00CE201A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A8BF2B" w14:textId="77777777" w:rsidR="00FD57DB" w:rsidRPr="00CE201A" w:rsidRDefault="00FD57DB" w:rsidP="00CE201A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FD57DB" w:rsidRPr="00096A78" w14:paraId="5941D853" w14:textId="77777777" w:rsidTr="00CE201A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2EBFCC" w14:textId="77777777" w:rsidR="00FD57DB" w:rsidRPr="00CE201A" w:rsidRDefault="00FD57DB" w:rsidP="00CE201A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CE201A">
                    <w:rPr>
                      <w:sz w:val="20"/>
                      <w:szCs w:val="20"/>
                    </w:rPr>
                    <w:t>…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80B267" w14:textId="77777777" w:rsidR="00FD57DB" w:rsidRPr="00CE201A" w:rsidRDefault="00FD57DB" w:rsidP="00CE201A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48E338" w14:textId="77777777" w:rsidR="00FD57DB" w:rsidRPr="00CE201A" w:rsidRDefault="00FD57DB" w:rsidP="00CE201A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4E14C117" w14:textId="77777777" w:rsidR="00FD57DB" w:rsidRPr="00096A78" w:rsidRDefault="00FD57DB" w:rsidP="0017730F">
            <w:pPr>
              <w:widowControl w:val="0"/>
              <w:spacing w:after="60" w:line="276" w:lineRule="auto"/>
              <w:ind w:left="340" w:right="-34"/>
              <w:rPr>
                <w:b/>
                <w:sz w:val="20"/>
                <w:szCs w:val="20"/>
              </w:rPr>
            </w:pPr>
            <w:r w:rsidRPr="00096A78">
              <w:rPr>
                <w:b/>
                <w:sz w:val="20"/>
                <w:szCs w:val="20"/>
              </w:rPr>
              <w:t>*) w przypadku zaznaczenia „z udziałem pracowników ENEA Operator sp. z o.o.” dodatkowo:</w:t>
            </w:r>
          </w:p>
          <w:p w14:paraId="0D408080" w14:textId="77777777" w:rsidR="00FD57DB" w:rsidRPr="00096A78" w:rsidRDefault="00FD57DB" w:rsidP="0017730F">
            <w:pPr>
              <w:widowControl w:val="0"/>
              <w:spacing w:after="60" w:line="276" w:lineRule="auto"/>
              <w:ind w:left="340" w:right="-34"/>
              <w:rPr>
                <w:sz w:val="20"/>
                <w:szCs w:val="20"/>
              </w:rPr>
            </w:pPr>
            <w:r w:rsidRPr="00096A78">
              <w:rPr>
                <w:sz w:val="20"/>
                <w:szCs w:val="20"/>
              </w:rPr>
              <w:t>Czy wyżej wskazany pracownik posiada zgodę Enea Operator Sp. z o.o.?</w:t>
            </w:r>
            <w:r w:rsidRPr="00096A78">
              <w:rPr>
                <w:b/>
                <w:sz w:val="20"/>
                <w:szCs w:val="20"/>
              </w:rPr>
              <w:t xml:space="preserve"> </w:t>
            </w:r>
            <w:r w:rsidRPr="00096A78">
              <w:rPr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6A78">
              <w:rPr>
                <w:b/>
                <w:sz w:val="20"/>
                <w:szCs w:val="20"/>
              </w:rPr>
              <w:instrText xml:space="preserve"> FORMCHECKBOX </w:instrText>
            </w:r>
            <w:r w:rsidR="00E94825">
              <w:rPr>
                <w:b/>
                <w:sz w:val="20"/>
                <w:szCs w:val="20"/>
              </w:rPr>
            </w:r>
            <w:r w:rsidR="00E94825">
              <w:rPr>
                <w:b/>
                <w:sz w:val="20"/>
                <w:szCs w:val="20"/>
              </w:rPr>
              <w:fldChar w:fldCharType="separate"/>
            </w:r>
            <w:r w:rsidRPr="00096A78">
              <w:rPr>
                <w:b/>
                <w:sz w:val="20"/>
                <w:szCs w:val="20"/>
              </w:rPr>
              <w:fldChar w:fldCharType="end"/>
            </w:r>
            <w:r w:rsidRPr="00096A78">
              <w:rPr>
                <w:b/>
                <w:sz w:val="20"/>
                <w:szCs w:val="20"/>
              </w:rPr>
              <w:t xml:space="preserve"> tak / </w:t>
            </w:r>
            <w:r w:rsidRPr="00096A78">
              <w:rPr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6A78">
              <w:rPr>
                <w:b/>
                <w:sz w:val="20"/>
                <w:szCs w:val="20"/>
              </w:rPr>
              <w:instrText xml:space="preserve"> FORMCHECKBOX </w:instrText>
            </w:r>
            <w:r w:rsidR="00E94825">
              <w:rPr>
                <w:b/>
                <w:sz w:val="20"/>
                <w:szCs w:val="20"/>
              </w:rPr>
            </w:r>
            <w:r w:rsidR="00E94825">
              <w:rPr>
                <w:b/>
                <w:sz w:val="20"/>
                <w:szCs w:val="20"/>
              </w:rPr>
              <w:fldChar w:fldCharType="separate"/>
            </w:r>
            <w:r w:rsidRPr="00096A78">
              <w:rPr>
                <w:b/>
                <w:sz w:val="20"/>
                <w:szCs w:val="20"/>
              </w:rPr>
              <w:fldChar w:fldCharType="end"/>
            </w:r>
            <w:r w:rsidRPr="00096A78">
              <w:rPr>
                <w:b/>
                <w:sz w:val="20"/>
                <w:szCs w:val="20"/>
              </w:rPr>
              <w:t xml:space="preserve"> nie</w:t>
            </w:r>
          </w:p>
        </w:tc>
      </w:tr>
      <w:tr w:rsidR="00FD57DB" w:rsidRPr="00096A78" w14:paraId="7889C8A2" w14:textId="77777777" w:rsidTr="001F5E6A"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E9B321" w14:textId="77777777" w:rsidR="00FD57DB" w:rsidRPr="00096A78" w:rsidRDefault="00FD57DB" w:rsidP="0017730F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096A78">
              <w:rPr>
                <w:sz w:val="20"/>
                <w:szCs w:val="20"/>
              </w:rPr>
              <w:t>otrzymałem(liśmy) wszelkie informacje konieczne od przygotowania oferty,</w:t>
            </w:r>
          </w:p>
        </w:tc>
      </w:tr>
      <w:tr w:rsidR="00FD57DB" w:rsidRPr="00096A78" w14:paraId="04805692" w14:textId="77777777" w:rsidTr="001F5E6A"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E2F246" w14:textId="77777777" w:rsidR="00FD57DB" w:rsidRPr="00096A78" w:rsidRDefault="00FD57DB" w:rsidP="007B3F10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spacing w:after="120"/>
              <w:ind w:hanging="295"/>
              <w:rPr>
                <w:sz w:val="20"/>
                <w:szCs w:val="20"/>
              </w:rPr>
            </w:pPr>
            <w:r w:rsidRPr="00096A78">
              <w:rPr>
                <w:sz w:val="20"/>
                <w:szCs w:val="20"/>
              </w:rPr>
              <w:t xml:space="preserve">zostałem(liśmy) zakwalifikowany(i) do </w:t>
            </w:r>
            <w:r w:rsidRPr="00096A78">
              <w:rPr>
                <w:b/>
                <w:sz w:val="20"/>
                <w:szCs w:val="20"/>
              </w:rPr>
              <w:t>Wykazu Wykonawców Kwalifikowanych ENEA Operator sp. z o.o.</w:t>
            </w:r>
            <w:r w:rsidRPr="00096A78">
              <w:rPr>
                <w:sz w:val="20"/>
                <w:szCs w:val="20"/>
              </w:rPr>
              <w:t>: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70"/>
              <w:gridCol w:w="2647"/>
              <w:gridCol w:w="2409"/>
              <w:gridCol w:w="2660"/>
            </w:tblGrid>
            <w:tr w:rsidR="00EC387B" w:rsidRPr="00096A78" w14:paraId="0EF478AF" w14:textId="77777777" w:rsidTr="00CE201A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/>
                </w:tcPr>
                <w:p w14:paraId="15755859" w14:textId="77777777" w:rsidR="00FD57DB" w:rsidRPr="00CE201A" w:rsidRDefault="00FD57DB" w:rsidP="00CE201A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CE201A">
                    <w:rPr>
                      <w:b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/>
                </w:tcPr>
                <w:p w14:paraId="51CB1DE8" w14:textId="77777777" w:rsidR="00FD57DB" w:rsidRPr="00CE201A" w:rsidRDefault="00FD57DB" w:rsidP="00CE201A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CE201A">
                    <w:rPr>
                      <w:b/>
                      <w:sz w:val="20"/>
                      <w:szCs w:val="20"/>
                    </w:rPr>
                    <w:t>Wykonawca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/>
                </w:tcPr>
                <w:p w14:paraId="7847235F" w14:textId="77777777" w:rsidR="00FD57DB" w:rsidRPr="00CE201A" w:rsidRDefault="00FD57DB" w:rsidP="00CE201A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CE201A">
                    <w:rPr>
                      <w:b/>
                      <w:sz w:val="20"/>
                      <w:szCs w:val="20"/>
                    </w:rPr>
                    <w:t>Kategorie WWK</w:t>
                  </w: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/>
                </w:tcPr>
                <w:p w14:paraId="5C24E866" w14:textId="77777777" w:rsidR="00FD57DB" w:rsidRPr="00CE201A" w:rsidRDefault="00FD57DB" w:rsidP="00CE201A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CE201A">
                    <w:rPr>
                      <w:b/>
                      <w:sz w:val="20"/>
                      <w:szCs w:val="20"/>
                    </w:rPr>
                    <w:t>Numer WWK</w:t>
                  </w:r>
                </w:p>
              </w:tc>
            </w:tr>
            <w:tr w:rsidR="00EC387B" w:rsidRPr="00096A78" w14:paraId="0A4944CD" w14:textId="77777777" w:rsidTr="00CE201A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C68D11" w14:textId="77777777" w:rsidR="00FD57DB" w:rsidRPr="00CE201A" w:rsidRDefault="00FD57DB" w:rsidP="00CE201A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CE201A">
                    <w:rPr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1EA790" w14:textId="77777777" w:rsidR="00FD57DB" w:rsidRPr="00CE201A" w:rsidRDefault="00FD57DB" w:rsidP="00CE201A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0EDF62" w14:textId="77777777" w:rsidR="00FD57DB" w:rsidRPr="00CE201A" w:rsidRDefault="00FD57DB" w:rsidP="00CE201A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9C828E" w14:textId="77777777" w:rsidR="00FD57DB" w:rsidRPr="00CE201A" w:rsidRDefault="00FD57DB" w:rsidP="00CE201A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EC387B" w:rsidRPr="00096A78" w14:paraId="2ADCB73F" w14:textId="77777777" w:rsidTr="00CE201A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E11D54" w14:textId="77777777" w:rsidR="00FD57DB" w:rsidRPr="00CE201A" w:rsidRDefault="00FD57DB" w:rsidP="00CE201A">
                  <w:pPr>
                    <w:widowControl w:val="0"/>
                    <w:jc w:val="center"/>
                    <w:rPr>
                      <w:sz w:val="20"/>
                      <w:szCs w:val="20"/>
                      <w:vertAlign w:val="superscript"/>
                    </w:rPr>
                  </w:pPr>
                  <w:r w:rsidRPr="00CE201A">
                    <w:rPr>
                      <w:sz w:val="20"/>
                      <w:szCs w:val="20"/>
                    </w:rPr>
                    <w:t>2.</w:t>
                  </w:r>
                  <w:r w:rsidRPr="00CE201A">
                    <w:rPr>
                      <w:sz w:val="20"/>
                      <w:szCs w:val="20"/>
                      <w:vertAlign w:val="superscript"/>
                    </w:rPr>
                    <w:t>***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2EE37A" w14:textId="77777777" w:rsidR="00FD57DB" w:rsidRPr="00CE201A" w:rsidRDefault="00FD57DB" w:rsidP="00CE201A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D98F7E" w14:textId="77777777" w:rsidR="00FD57DB" w:rsidRPr="00CE201A" w:rsidRDefault="00FD57DB" w:rsidP="00CE201A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62BC41" w14:textId="77777777" w:rsidR="00FD57DB" w:rsidRPr="00CE201A" w:rsidRDefault="00FD57DB" w:rsidP="00CE201A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EC387B" w:rsidRPr="00096A78" w14:paraId="6253EE7C" w14:textId="77777777" w:rsidTr="00CE201A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6EB71D" w14:textId="77777777" w:rsidR="00FD57DB" w:rsidRPr="00CE201A" w:rsidRDefault="00FD57DB" w:rsidP="00CE201A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CE201A">
                    <w:rPr>
                      <w:sz w:val="20"/>
                      <w:szCs w:val="20"/>
                    </w:rPr>
                    <w:t>…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73BB75" w14:textId="77777777" w:rsidR="00FD57DB" w:rsidRPr="00CE201A" w:rsidRDefault="00FD57DB" w:rsidP="00CE201A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EB7550" w14:textId="77777777" w:rsidR="00FD57DB" w:rsidRPr="00CE201A" w:rsidRDefault="00FD57DB" w:rsidP="00CE201A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003091" w14:textId="77777777" w:rsidR="00FD57DB" w:rsidRPr="00CE201A" w:rsidRDefault="00FD57DB" w:rsidP="00CE201A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48F0F3A6" w14:textId="77777777" w:rsidR="00FD57DB" w:rsidRPr="00096A78" w:rsidRDefault="00FD57DB" w:rsidP="0017730F">
            <w:pPr>
              <w:widowControl w:val="0"/>
              <w:ind w:left="720"/>
              <w:rPr>
                <w:bCs/>
                <w:sz w:val="20"/>
                <w:szCs w:val="20"/>
              </w:rPr>
            </w:pPr>
            <w:r w:rsidRPr="00096A78">
              <w:rPr>
                <w:bCs/>
                <w:sz w:val="20"/>
                <w:szCs w:val="20"/>
              </w:rPr>
              <w:t xml:space="preserve">(***) – tabelę od poz. 2 wypełniać tylko w przypadku składania oferty wspólnej (zgodnie </w:t>
            </w:r>
            <w:r w:rsidRPr="00096A78">
              <w:rPr>
                <w:bCs/>
                <w:sz w:val="20"/>
                <w:szCs w:val="20"/>
              </w:rPr>
              <w:br/>
              <w:t xml:space="preserve">z pkt. 8 Warunków Zamówienia). Dla każdego z Wykonawców wspólnie ubiegających się o zamówienie (członków konsorcjum) wypełnić osobny wiersz tabeli. </w:t>
            </w:r>
          </w:p>
          <w:p w14:paraId="5EBFF0A8" w14:textId="77777777" w:rsidR="00FD57DB" w:rsidRPr="00096A78" w:rsidRDefault="00FD57DB" w:rsidP="0017730F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096A78">
              <w:rPr>
                <w:iCs/>
                <w:sz w:val="20"/>
                <w:szCs w:val="20"/>
              </w:rPr>
              <w:t>informacje podane do wniosku o wpis do Wykazu Wykonawców Kwalifikowanych ENEA Operator sp. z o.o.  nie uległy zmianie na dzień składania niniejszej oferty,</w:t>
            </w:r>
          </w:p>
        </w:tc>
      </w:tr>
      <w:tr w:rsidR="00FD57DB" w:rsidRPr="00096A78" w14:paraId="08BC3CB8" w14:textId="77777777" w:rsidTr="001F5E6A"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85C3FA" w14:textId="77777777" w:rsidR="00FD57DB" w:rsidRPr="00096A78" w:rsidRDefault="00FD57DB" w:rsidP="0017730F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096A78">
              <w:rPr>
                <w:sz w:val="20"/>
                <w:szCs w:val="20"/>
              </w:rPr>
              <w:t>wszystkie złożone przez nas dokumenty są zgodne z aktualnym stanem prawnym i faktycznym,</w:t>
            </w:r>
          </w:p>
        </w:tc>
      </w:tr>
      <w:tr w:rsidR="00FD57DB" w:rsidRPr="00096A78" w14:paraId="0A38B0D8" w14:textId="77777777" w:rsidTr="001F5E6A"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720BBA" w14:textId="77777777" w:rsidR="00FD57DB" w:rsidRPr="00096A78" w:rsidRDefault="00FD57DB" w:rsidP="0017730F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ind w:hanging="295"/>
              <w:rPr>
                <w:iCs/>
                <w:sz w:val="20"/>
                <w:szCs w:val="20"/>
              </w:rPr>
            </w:pPr>
            <w:r w:rsidRPr="00096A78">
              <w:rPr>
                <w:iCs/>
                <w:sz w:val="20"/>
                <w:szCs w:val="20"/>
              </w:rPr>
              <w:t>akceptuję(</w:t>
            </w:r>
            <w:proofErr w:type="spellStart"/>
            <w:r w:rsidRPr="00096A78">
              <w:rPr>
                <w:iCs/>
                <w:sz w:val="20"/>
                <w:szCs w:val="20"/>
              </w:rPr>
              <w:t>emy</w:t>
            </w:r>
            <w:proofErr w:type="spellEnd"/>
            <w:r w:rsidRPr="00096A78">
              <w:rPr>
                <w:iCs/>
                <w:sz w:val="20"/>
                <w:szCs w:val="20"/>
              </w:rPr>
              <w:t>) treść Warunków Zamówienia wraz z załącznikami oraz wzór umowy i w razie wybrania mojej (naszej) oferty zobowiązuję(</w:t>
            </w:r>
            <w:proofErr w:type="spellStart"/>
            <w:r w:rsidRPr="00096A78">
              <w:rPr>
                <w:iCs/>
                <w:sz w:val="20"/>
                <w:szCs w:val="20"/>
              </w:rPr>
              <w:t>emy</w:t>
            </w:r>
            <w:proofErr w:type="spellEnd"/>
            <w:r w:rsidRPr="00096A78">
              <w:rPr>
                <w:iCs/>
                <w:sz w:val="20"/>
                <w:szCs w:val="20"/>
              </w:rPr>
              <w:t xml:space="preserve">) się do jej podpisania na warunkach zawartych w projekcie dołączonym do Warunków Zamówienia, w miejscu i terminie określonym przez Zamawiającego, </w:t>
            </w:r>
          </w:p>
        </w:tc>
      </w:tr>
      <w:tr w:rsidR="00FD57DB" w:rsidRPr="00096A78" w14:paraId="47002327" w14:textId="77777777" w:rsidTr="001F5E6A"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E512E1" w14:textId="77777777" w:rsidR="00FD57DB" w:rsidRPr="00096A78" w:rsidRDefault="00FD57DB" w:rsidP="0017730F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ind w:hanging="295"/>
              <w:rPr>
                <w:iCs/>
                <w:sz w:val="20"/>
                <w:szCs w:val="20"/>
              </w:rPr>
            </w:pPr>
            <w:r w:rsidRPr="00096A78">
              <w:rPr>
                <w:iCs/>
                <w:sz w:val="20"/>
                <w:szCs w:val="20"/>
              </w:rPr>
              <w:t xml:space="preserve">zapoznałem(liśmy) się z treścią dokumentu „Obowiązek informacyjny”, który znajduje się na stronie internetowej </w:t>
            </w:r>
            <w:hyperlink r:id="rId9" w:history="1">
              <w:r w:rsidRPr="00096A78">
                <w:rPr>
                  <w:rStyle w:val="Hipercze"/>
                  <w:rFonts w:cs="Tahoma"/>
                  <w:iCs/>
                  <w:sz w:val="20"/>
                  <w:szCs w:val="20"/>
                </w:rPr>
                <w:t>http://zamowienia.enea.pl</w:t>
              </w:r>
            </w:hyperlink>
            <w:r w:rsidRPr="00096A78">
              <w:rPr>
                <w:iCs/>
                <w:sz w:val="20"/>
                <w:szCs w:val="20"/>
              </w:rPr>
              <w:t xml:space="preserve"> pod poz. nr 1.</w:t>
            </w:r>
          </w:p>
          <w:p w14:paraId="5E12155B" w14:textId="77777777" w:rsidR="00D700C1" w:rsidRDefault="00D700C1" w:rsidP="00D700C1">
            <w:pPr>
              <w:widowControl w:val="0"/>
              <w:ind w:left="720"/>
              <w:rPr>
                <w:iCs/>
                <w:sz w:val="20"/>
                <w:szCs w:val="20"/>
              </w:rPr>
            </w:pPr>
          </w:p>
          <w:p w14:paraId="76CA392B" w14:textId="77777777" w:rsidR="00FD57DB" w:rsidRPr="00096A78" w:rsidRDefault="00FD57DB" w:rsidP="0017730F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ind w:hanging="295"/>
              <w:rPr>
                <w:iCs/>
                <w:sz w:val="20"/>
                <w:szCs w:val="20"/>
              </w:rPr>
            </w:pPr>
            <w:r w:rsidRPr="00096A78">
              <w:rPr>
                <w:iCs/>
                <w:sz w:val="20"/>
                <w:szCs w:val="20"/>
              </w:rPr>
              <w:t>nie została nałożona na mnie/nas decyzja Ministra Spraw Wewnętrznych i Administracji w sprawie wpisu na listę osób i podmiotów, wobec których stosowane są środki, o których mowa w ustawie o szczególnych rozwiązaniach w zakresie przeciwdziałania wspieraniu agresji na Ukrainę oraz służących ochronie bezpieczeństwa narodowego listę, o której mowa w art. 2 Ustawy z dnia 13 kwietnia 2022r. o szczególnych rozwiązaniach w zakresie przeciwdziałania wspieraniu agresji na Ukrainę.</w:t>
            </w:r>
          </w:p>
        </w:tc>
      </w:tr>
      <w:tr w:rsidR="00FD57DB" w:rsidRPr="00096A78" w14:paraId="39A88E99" w14:textId="77777777" w:rsidTr="001F5E6A"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5164CF" w14:textId="77777777" w:rsidR="00FD57DB" w:rsidRPr="00096A78" w:rsidRDefault="00FD57DB" w:rsidP="0017730F">
            <w:pPr>
              <w:widowControl w:val="0"/>
              <w:numPr>
                <w:ilvl w:val="0"/>
                <w:numId w:val="3"/>
              </w:numPr>
              <w:tabs>
                <w:tab w:val="clear" w:pos="360"/>
                <w:tab w:val="num" w:pos="426"/>
              </w:tabs>
              <w:spacing w:line="276" w:lineRule="auto"/>
              <w:ind w:left="426" w:right="-34" w:hanging="426"/>
              <w:rPr>
                <w:sz w:val="20"/>
                <w:szCs w:val="20"/>
              </w:rPr>
            </w:pPr>
            <w:r w:rsidRPr="00096A78">
              <w:rPr>
                <w:sz w:val="20"/>
                <w:szCs w:val="20"/>
              </w:rPr>
              <w:lastRenderedPageBreak/>
              <w:t>Oświadczam(y), że zobowiązuję(my) się:</w:t>
            </w:r>
          </w:p>
          <w:p w14:paraId="2C954AA4" w14:textId="77777777" w:rsidR="00FD57DB" w:rsidRPr="00096A78" w:rsidRDefault="00FD57DB" w:rsidP="0017730F">
            <w:pPr>
              <w:widowControl w:val="0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096A78">
              <w:rPr>
                <w:sz w:val="20"/>
                <w:szCs w:val="20"/>
              </w:rPr>
              <w:t>do wykorzystania wszelkich informacji sensytywnych przekazanych lub udostępnionych przez ENEA Operator sp. z o.o. jedynie do celów przeprowadzenia niniejszego postępowania o udzielenie zamówienia oraz nieudostępniania ich osobom trzecim ani niepublikowania w jakiejkolwiek formie w całości lub części,</w:t>
            </w:r>
          </w:p>
          <w:p w14:paraId="765D4FB7" w14:textId="77777777" w:rsidR="00FD57DB" w:rsidRPr="00096A78" w:rsidRDefault="00FD57DB" w:rsidP="0017730F">
            <w:pPr>
              <w:widowControl w:val="0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096A78">
              <w:rPr>
                <w:sz w:val="20"/>
                <w:szCs w:val="20"/>
              </w:rPr>
              <w:t>informacje sensytywne odpowiednio zabezpieczyć, chronić w trakcie przeprowadzenia niniejszego postępowania o udzielenie zamówienia,</w:t>
            </w:r>
          </w:p>
          <w:p w14:paraId="74C80D06" w14:textId="77777777" w:rsidR="00FD57DB" w:rsidRPr="00096A78" w:rsidRDefault="00FD57DB" w:rsidP="0017730F">
            <w:pPr>
              <w:widowControl w:val="0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096A78">
              <w:rPr>
                <w:sz w:val="20"/>
                <w:szCs w:val="20"/>
              </w:rPr>
              <w:t>informacje sensytywne odpowiednio zabezpieczyć, chronić lub trwale zniszczyć (tj. również trwale usunąć z systemów teleinformatycznych) albo zwrócić natychmiast po zakończeniu niniejszego postępowania o udzielenie zamówienia.</w:t>
            </w:r>
          </w:p>
        </w:tc>
      </w:tr>
      <w:tr w:rsidR="00FD57DB" w:rsidRPr="00096A78" w14:paraId="344324FC" w14:textId="77777777" w:rsidTr="001F5E6A"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736152" w14:textId="77777777" w:rsidR="00FD57DB" w:rsidRPr="00096A78" w:rsidRDefault="00FD57DB" w:rsidP="0017730F">
            <w:pPr>
              <w:pStyle w:val="Akapitzlist"/>
              <w:widowControl w:val="0"/>
              <w:numPr>
                <w:ilvl w:val="0"/>
                <w:numId w:val="3"/>
              </w:numPr>
              <w:rPr>
                <w:iCs/>
                <w:sz w:val="20"/>
                <w:szCs w:val="20"/>
              </w:rPr>
            </w:pPr>
            <w:r w:rsidRPr="00096A78">
              <w:rPr>
                <w:sz w:val="20"/>
                <w:szCs w:val="20"/>
              </w:rPr>
              <w:t>Dane teleadresowe przedstawiciela Wykonawcy w zakresie:</w:t>
            </w:r>
          </w:p>
          <w:p w14:paraId="6F69432E" w14:textId="77777777" w:rsidR="00FD57DB" w:rsidRPr="00096A78" w:rsidRDefault="00FD57DB" w:rsidP="0017730F">
            <w:pPr>
              <w:pStyle w:val="Akapitzlist"/>
              <w:widowControl w:val="0"/>
              <w:numPr>
                <w:ilvl w:val="0"/>
                <w:numId w:val="11"/>
              </w:numPr>
              <w:rPr>
                <w:iCs/>
                <w:color w:val="00B050"/>
                <w:sz w:val="20"/>
                <w:szCs w:val="20"/>
              </w:rPr>
            </w:pPr>
            <w:r w:rsidRPr="00096A78">
              <w:rPr>
                <w:sz w:val="20"/>
                <w:szCs w:val="20"/>
              </w:rPr>
              <w:t>osoby do kontaktu (uprawnionej do odbierania oświadczeń od zamawiającego) w przedmiotowym postępowaniu:</w:t>
            </w:r>
          </w:p>
        </w:tc>
      </w:tr>
      <w:tr w:rsidR="00FD57DB" w:rsidRPr="00096A78" w14:paraId="7748A6ED" w14:textId="77777777" w:rsidTr="001F5E6A"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EEB955" w14:textId="77777777" w:rsidR="00FD57DB" w:rsidRPr="00096A78" w:rsidRDefault="00FD57DB" w:rsidP="0017730F">
            <w:pPr>
              <w:widowControl w:val="0"/>
              <w:spacing w:before="40"/>
              <w:rPr>
                <w:iCs/>
                <w:sz w:val="6"/>
                <w:szCs w:val="6"/>
              </w:rPr>
            </w:pPr>
          </w:p>
        </w:tc>
      </w:tr>
      <w:tr w:rsidR="00FD57DB" w:rsidRPr="00096A78" w14:paraId="3F1C452A" w14:textId="77777777" w:rsidTr="00E44CEB">
        <w:trPr>
          <w:trHeight w:val="143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938C304" w14:textId="77777777" w:rsidR="00FD57DB" w:rsidRPr="00096A78" w:rsidRDefault="00FD57DB" w:rsidP="0017730F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519E401A" w14:textId="77777777" w:rsidR="00FD57DB" w:rsidRPr="00096A78" w:rsidRDefault="00FD57DB" w:rsidP="0017730F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096A78">
              <w:rPr>
                <w:iCs/>
                <w:sz w:val="20"/>
                <w:szCs w:val="20"/>
              </w:rPr>
              <w:t>Lp.</w:t>
            </w:r>
          </w:p>
        </w:tc>
        <w:tc>
          <w:tcPr>
            <w:tcW w:w="3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3F0E0282" w14:textId="77777777" w:rsidR="00FD57DB" w:rsidRPr="00096A78" w:rsidRDefault="00FD57DB" w:rsidP="0017730F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096A78">
              <w:rPr>
                <w:iCs/>
                <w:sz w:val="20"/>
                <w:szCs w:val="20"/>
              </w:rPr>
              <w:t>Imię i nazwisko</w:t>
            </w:r>
          </w:p>
        </w:tc>
        <w:tc>
          <w:tcPr>
            <w:tcW w:w="26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1782FFA2" w14:textId="77777777" w:rsidR="00FD57DB" w:rsidRPr="00096A78" w:rsidRDefault="00FD57DB" w:rsidP="0017730F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096A78">
              <w:rPr>
                <w:iCs/>
                <w:sz w:val="20"/>
                <w:szCs w:val="20"/>
              </w:rPr>
              <w:t>Nr telefonu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1795AB7E" w14:textId="77777777" w:rsidR="00FD57DB" w:rsidRPr="00096A78" w:rsidRDefault="00FD57DB" w:rsidP="0017730F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096A78">
              <w:rPr>
                <w:iCs/>
                <w:sz w:val="20"/>
                <w:szCs w:val="20"/>
              </w:rPr>
              <w:t>e-mail</w:t>
            </w: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3E0B8BE" w14:textId="77777777" w:rsidR="00FD57DB" w:rsidRPr="00096A78" w:rsidRDefault="00FD57DB" w:rsidP="0017730F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FD57DB" w:rsidRPr="00096A78" w14:paraId="7677FC8A" w14:textId="77777777" w:rsidTr="009E79FF">
        <w:trPr>
          <w:trHeight w:val="142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A962490" w14:textId="77777777" w:rsidR="00FD57DB" w:rsidRPr="00096A78" w:rsidRDefault="00FD57DB" w:rsidP="0017730F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058D05" w14:textId="77777777" w:rsidR="00FD57DB" w:rsidRPr="00096A78" w:rsidRDefault="00FD57DB" w:rsidP="0017730F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3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FFB116" w14:textId="77777777" w:rsidR="00FD57DB" w:rsidRPr="00096A78" w:rsidRDefault="00FD57DB" w:rsidP="0017730F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6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3982A5" w14:textId="77777777" w:rsidR="00FD57DB" w:rsidRPr="00096A78" w:rsidRDefault="00FD57DB" w:rsidP="0017730F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55ABC2" w14:textId="77777777" w:rsidR="00FD57DB" w:rsidRPr="00096A78" w:rsidRDefault="00FD57DB" w:rsidP="0017730F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AAB3E0A" w14:textId="77777777" w:rsidR="00FD57DB" w:rsidRPr="00096A78" w:rsidRDefault="00FD57DB" w:rsidP="0017730F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FD57DB" w:rsidRPr="00096A78" w14:paraId="14EED59C" w14:textId="77777777" w:rsidTr="001F5E6A">
        <w:trPr>
          <w:trHeight w:val="142"/>
        </w:trPr>
        <w:tc>
          <w:tcPr>
            <w:tcW w:w="9639" w:type="dxa"/>
            <w:gridSpan w:val="9"/>
            <w:tcBorders>
              <w:top w:val="nil"/>
              <w:left w:val="nil"/>
              <w:bottom w:val="nil"/>
            </w:tcBorders>
            <w:vAlign w:val="bottom"/>
          </w:tcPr>
          <w:p w14:paraId="74204473" w14:textId="77777777" w:rsidR="00FD57DB" w:rsidRPr="00096A78" w:rsidRDefault="00FD57DB" w:rsidP="007B3F10">
            <w:pPr>
              <w:pStyle w:val="Akapitzlist"/>
              <w:widowControl w:val="0"/>
              <w:numPr>
                <w:ilvl w:val="0"/>
                <w:numId w:val="11"/>
              </w:numPr>
              <w:spacing w:after="120"/>
              <w:ind w:left="714" w:hanging="357"/>
              <w:rPr>
                <w:iCs/>
                <w:sz w:val="20"/>
                <w:szCs w:val="20"/>
              </w:rPr>
            </w:pPr>
            <w:r w:rsidRPr="00096A78">
              <w:rPr>
                <w:iCs/>
                <w:sz w:val="20"/>
                <w:szCs w:val="20"/>
              </w:rPr>
              <w:t>osoby (uprawnionej), która będzie składała postąpienia podczas aukcji elektronicznej/ złożenia oferty  ostatecznej w przedmiotowym postępowaniu:</w:t>
            </w:r>
          </w:p>
        </w:tc>
      </w:tr>
      <w:tr w:rsidR="00FD57DB" w:rsidRPr="00096A78" w14:paraId="46EB9D6C" w14:textId="77777777" w:rsidTr="00513ACF">
        <w:trPr>
          <w:trHeight w:val="143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9856F74" w14:textId="77777777" w:rsidR="00FD57DB" w:rsidRPr="00096A78" w:rsidRDefault="00FD57DB" w:rsidP="0017730F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7F118E4D" w14:textId="77777777" w:rsidR="00FD57DB" w:rsidRPr="00096A78" w:rsidRDefault="00FD57DB" w:rsidP="0017730F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096A78">
              <w:rPr>
                <w:iCs/>
                <w:sz w:val="20"/>
                <w:szCs w:val="20"/>
              </w:rPr>
              <w:t>Lp.</w:t>
            </w:r>
          </w:p>
        </w:tc>
        <w:tc>
          <w:tcPr>
            <w:tcW w:w="3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5F8D2605" w14:textId="77777777" w:rsidR="00FD57DB" w:rsidRPr="00096A78" w:rsidRDefault="00FD57DB" w:rsidP="0017730F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096A78">
              <w:rPr>
                <w:iCs/>
                <w:sz w:val="20"/>
                <w:szCs w:val="20"/>
              </w:rPr>
              <w:t>Imię i nazwisko</w:t>
            </w:r>
          </w:p>
        </w:tc>
        <w:tc>
          <w:tcPr>
            <w:tcW w:w="26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44F86602" w14:textId="77777777" w:rsidR="00FD57DB" w:rsidRPr="00096A78" w:rsidRDefault="00FD57DB" w:rsidP="0017730F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096A78">
              <w:rPr>
                <w:iCs/>
                <w:sz w:val="20"/>
                <w:szCs w:val="20"/>
              </w:rPr>
              <w:t>Nr telefonu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086E2C8D" w14:textId="77777777" w:rsidR="00FD57DB" w:rsidRPr="00096A78" w:rsidRDefault="00FD57DB" w:rsidP="0017730F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096A78">
              <w:rPr>
                <w:iCs/>
                <w:sz w:val="20"/>
                <w:szCs w:val="20"/>
              </w:rPr>
              <w:t>e-mail</w:t>
            </w: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5AFDE30" w14:textId="77777777" w:rsidR="00FD57DB" w:rsidRPr="00096A78" w:rsidRDefault="00FD57DB" w:rsidP="0017730F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FD57DB" w:rsidRPr="00096A78" w14:paraId="3643807B" w14:textId="77777777" w:rsidTr="00C86F23">
        <w:trPr>
          <w:trHeight w:val="142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80304BC" w14:textId="77777777" w:rsidR="00FD57DB" w:rsidRPr="00096A78" w:rsidRDefault="00FD57DB" w:rsidP="0017730F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D98B99" w14:textId="77777777" w:rsidR="00FD57DB" w:rsidRPr="00096A78" w:rsidRDefault="00FD57DB" w:rsidP="0017730F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3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CD2441" w14:textId="77777777" w:rsidR="00FD57DB" w:rsidRPr="00096A78" w:rsidRDefault="00FD57DB" w:rsidP="0017730F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6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F4A9E0" w14:textId="77777777" w:rsidR="00FD57DB" w:rsidRPr="00096A78" w:rsidRDefault="00FD57DB" w:rsidP="0017730F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25F588" w14:textId="77777777" w:rsidR="00FD57DB" w:rsidRPr="00096A78" w:rsidRDefault="00FD57DB" w:rsidP="0017730F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E491F52" w14:textId="77777777" w:rsidR="00FD57DB" w:rsidRPr="00096A78" w:rsidRDefault="00FD57DB" w:rsidP="0017730F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FD57DB" w:rsidRPr="00096A78" w14:paraId="3FD8994E" w14:textId="77777777" w:rsidTr="001F5E6A"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A4B38B" w14:textId="77777777" w:rsidR="00FD57DB" w:rsidRPr="00096A78" w:rsidRDefault="00FD57DB" w:rsidP="007B3F10">
            <w:pPr>
              <w:widowControl w:val="0"/>
              <w:numPr>
                <w:ilvl w:val="0"/>
                <w:numId w:val="3"/>
              </w:numPr>
              <w:tabs>
                <w:tab w:val="clear" w:pos="360"/>
                <w:tab w:val="num" w:pos="426"/>
              </w:tabs>
              <w:spacing w:after="120" w:line="276" w:lineRule="auto"/>
              <w:ind w:left="425" w:right="-34" w:hanging="425"/>
              <w:rPr>
                <w:b/>
                <w:iCs/>
                <w:color w:val="FF0000"/>
                <w:sz w:val="20"/>
                <w:szCs w:val="20"/>
              </w:rPr>
            </w:pPr>
            <w:r w:rsidRPr="00096A78">
              <w:rPr>
                <w:sz w:val="20"/>
                <w:szCs w:val="20"/>
              </w:rPr>
              <w:t xml:space="preserve">Dodatkowa informacja do celów statystycznych: Jesteśmy podmiotem, w którym skarb Państwa posiada bezpośrednio lub pośrednio udziały: </w:t>
            </w:r>
            <w:r w:rsidRPr="00425B1B">
              <w:rPr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5B1B">
              <w:rPr>
                <w:sz w:val="20"/>
                <w:szCs w:val="20"/>
              </w:rPr>
              <w:instrText xml:space="preserve"> FORMCHECKBOX </w:instrText>
            </w:r>
            <w:r w:rsidR="00E94825">
              <w:rPr>
                <w:sz w:val="20"/>
                <w:szCs w:val="20"/>
              </w:rPr>
            </w:r>
            <w:r w:rsidR="00E94825">
              <w:rPr>
                <w:sz w:val="20"/>
                <w:szCs w:val="20"/>
              </w:rPr>
              <w:fldChar w:fldCharType="separate"/>
            </w:r>
            <w:r w:rsidRPr="00425B1B">
              <w:rPr>
                <w:sz w:val="20"/>
                <w:szCs w:val="20"/>
              </w:rPr>
              <w:fldChar w:fldCharType="end"/>
            </w:r>
            <w:r w:rsidRPr="00425B1B">
              <w:rPr>
                <w:sz w:val="20"/>
                <w:szCs w:val="20"/>
              </w:rPr>
              <w:t xml:space="preserve"> </w:t>
            </w:r>
            <w:r w:rsidRPr="00425B1B">
              <w:rPr>
                <w:b/>
                <w:bCs/>
                <w:sz w:val="20"/>
                <w:szCs w:val="20"/>
              </w:rPr>
              <w:t xml:space="preserve">tak / </w:t>
            </w:r>
            <w:r w:rsidRPr="00425B1B"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5B1B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E94825">
              <w:rPr>
                <w:b/>
                <w:bCs/>
                <w:sz w:val="20"/>
                <w:szCs w:val="20"/>
              </w:rPr>
            </w:r>
            <w:r w:rsidR="00E94825">
              <w:rPr>
                <w:b/>
                <w:bCs/>
                <w:sz w:val="20"/>
                <w:szCs w:val="20"/>
              </w:rPr>
              <w:fldChar w:fldCharType="separate"/>
            </w:r>
            <w:r w:rsidRPr="00425B1B">
              <w:rPr>
                <w:b/>
                <w:bCs/>
                <w:sz w:val="20"/>
                <w:szCs w:val="20"/>
              </w:rPr>
              <w:fldChar w:fldCharType="end"/>
            </w:r>
            <w:r w:rsidRPr="00425B1B">
              <w:rPr>
                <w:b/>
                <w:bCs/>
                <w:sz w:val="20"/>
                <w:szCs w:val="20"/>
              </w:rPr>
              <w:t xml:space="preserve"> nie</w:t>
            </w:r>
          </w:p>
          <w:tbl>
            <w:tblPr>
              <w:tblW w:w="0" w:type="auto"/>
              <w:tblInd w:w="4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060"/>
              <w:gridCol w:w="4742"/>
            </w:tblGrid>
            <w:tr w:rsidR="00FD57DB" w:rsidRPr="00096A78" w14:paraId="37081D72" w14:textId="77777777" w:rsidTr="00CE201A">
              <w:trPr>
                <w:trHeight w:val="1327"/>
              </w:trPr>
              <w:tc>
                <w:tcPr>
                  <w:tcW w:w="4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88B291" w14:textId="77777777" w:rsidR="00FD57DB" w:rsidRPr="00CE201A" w:rsidRDefault="00FD57DB" w:rsidP="00CE201A">
                  <w:pPr>
                    <w:widowControl w:val="0"/>
                    <w:spacing w:line="276" w:lineRule="auto"/>
                    <w:ind w:right="-34"/>
                    <w:rPr>
                      <w:b/>
                      <w:iCs/>
                      <w:color w:val="00B050"/>
                      <w:sz w:val="20"/>
                      <w:szCs w:val="20"/>
                    </w:rPr>
                  </w:pPr>
                </w:p>
              </w:tc>
              <w:tc>
                <w:tcPr>
                  <w:tcW w:w="47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371AB4" w14:textId="77777777" w:rsidR="00FD57DB" w:rsidRPr="00CE201A" w:rsidRDefault="00FD57DB" w:rsidP="00CE201A">
                  <w:pPr>
                    <w:widowControl w:val="0"/>
                    <w:spacing w:line="276" w:lineRule="auto"/>
                    <w:ind w:right="-34"/>
                    <w:rPr>
                      <w:b/>
                      <w:iCs/>
                      <w:color w:val="00B050"/>
                      <w:sz w:val="20"/>
                      <w:szCs w:val="20"/>
                    </w:rPr>
                  </w:pPr>
                </w:p>
              </w:tc>
            </w:tr>
            <w:tr w:rsidR="00FD57DB" w:rsidRPr="00096A78" w14:paraId="5BC35215" w14:textId="77777777" w:rsidTr="00CE201A">
              <w:trPr>
                <w:trHeight w:val="28"/>
              </w:trPr>
              <w:tc>
                <w:tcPr>
                  <w:tcW w:w="4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5E5EC7" w14:textId="77777777" w:rsidR="00FD57DB" w:rsidRPr="00CE201A" w:rsidRDefault="00FD57DB" w:rsidP="00CE201A">
                  <w:pPr>
                    <w:widowControl w:val="0"/>
                    <w:spacing w:line="276" w:lineRule="auto"/>
                    <w:ind w:right="-34"/>
                    <w:jc w:val="center"/>
                    <w:rPr>
                      <w:b/>
                      <w:iCs/>
                      <w:color w:val="00B050"/>
                      <w:sz w:val="20"/>
                      <w:szCs w:val="20"/>
                    </w:rPr>
                  </w:pPr>
                  <w:r w:rsidRPr="00CE201A">
                    <w:rPr>
                      <w:sz w:val="16"/>
                      <w:szCs w:val="16"/>
                    </w:rPr>
                    <w:t>miejscowość i data</w:t>
                  </w:r>
                </w:p>
              </w:tc>
              <w:tc>
                <w:tcPr>
                  <w:tcW w:w="47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66D342" w14:textId="77777777" w:rsidR="00FD57DB" w:rsidRPr="00CE201A" w:rsidRDefault="00FD57DB" w:rsidP="00CE201A">
                  <w:pPr>
                    <w:widowControl w:val="0"/>
                    <w:spacing w:line="276" w:lineRule="auto"/>
                    <w:ind w:right="-34"/>
                    <w:jc w:val="center"/>
                    <w:rPr>
                      <w:b/>
                      <w:iCs/>
                      <w:color w:val="00B050"/>
                      <w:sz w:val="20"/>
                      <w:szCs w:val="20"/>
                    </w:rPr>
                  </w:pPr>
                  <w:r w:rsidRPr="00CE201A">
                    <w:rPr>
                      <w:sz w:val="16"/>
                      <w:szCs w:val="16"/>
                    </w:rPr>
                    <w:t>Pieczęć imienna i podpis przedstawiciela(i) Wykonawcy</w:t>
                  </w:r>
                </w:p>
              </w:tc>
            </w:tr>
          </w:tbl>
          <w:p w14:paraId="6F30D7ED" w14:textId="77777777" w:rsidR="00FD57DB" w:rsidRPr="00096A78" w:rsidRDefault="00FD57DB" w:rsidP="0017730F">
            <w:pPr>
              <w:widowControl w:val="0"/>
              <w:spacing w:line="276" w:lineRule="auto"/>
              <w:ind w:left="426" w:right="-34"/>
              <w:rPr>
                <w:b/>
                <w:iCs/>
                <w:color w:val="00B050"/>
                <w:sz w:val="20"/>
                <w:szCs w:val="20"/>
              </w:rPr>
            </w:pPr>
          </w:p>
        </w:tc>
      </w:tr>
    </w:tbl>
    <w:p w14:paraId="737E2910" w14:textId="77777777" w:rsidR="00FD57DB" w:rsidRPr="00096A78" w:rsidRDefault="00FD57DB" w:rsidP="00046A81">
      <w:pPr>
        <w:widowControl w:val="0"/>
        <w:rPr>
          <w:b/>
          <w:sz w:val="20"/>
        </w:rPr>
        <w:sectPr w:rsidR="00FD57DB" w:rsidRPr="00096A78" w:rsidSect="00FD57DB">
          <w:headerReference w:type="default" r:id="rId10"/>
          <w:footerReference w:type="default" r:id="rId11"/>
          <w:pgSz w:w="11906" w:h="16838"/>
          <w:pgMar w:top="1417" w:right="1417" w:bottom="1417" w:left="1417" w:header="708" w:footer="708" w:gutter="0"/>
          <w:pgBorders w:offsetFrom="page">
            <w:top w:val="single" w:sz="4" w:space="24" w:color="FF0000"/>
            <w:left w:val="single" w:sz="4" w:space="24" w:color="FF0000"/>
            <w:bottom w:val="single" w:sz="4" w:space="24" w:color="FF0000"/>
            <w:right w:val="single" w:sz="4" w:space="24" w:color="FF0000"/>
          </w:pgBorders>
          <w:pgNumType w:start="1"/>
          <w:cols w:space="708"/>
          <w:docGrid w:linePitch="360"/>
        </w:sectPr>
      </w:pPr>
    </w:p>
    <w:p w14:paraId="49FA41F3" w14:textId="77777777" w:rsidR="00FD57DB" w:rsidRPr="00096A78" w:rsidRDefault="00FD57DB" w:rsidP="00046A81">
      <w:pPr>
        <w:widowControl w:val="0"/>
        <w:rPr>
          <w:b/>
          <w:sz w:val="20"/>
        </w:rPr>
      </w:pPr>
    </w:p>
    <w:sectPr w:rsidR="00FD57DB" w:rsidRPr="00096A78" w:rsidSect="00FD57DB">
      <w:headerReference w:type="default" r:id="rId12"/>
      <w:footerReference w:type="default" r:id="rId13"/>
      <w:type w:val="continuous"/>
      <w:pgSz w:w="11906" w:h="16838"/>
      <w:pgMar w:top="1417" w:right="1417" w:bottom="1417" w:left="1417" w:header="708" w:footer="708" w:gutter="0"/>
      <w:pgBorders w:offsetFrom="page">
        <w:top w:val="single" w:sz="4" w:space="24" w:color="FF0000"/>
        <w:left w:val="single" w:sz="4" w:space="24" w:color="FF0000"/>
        <w:bottom w:val="single" w:sz="4" w:space="24" w:color="FF0000"/>
        <w:right w:val="single" w:sz="4" w:space="24" w:color="FF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494EC2" w14:textId="77777777" w:rsidR="007842E9" w:rsidRDefault="007842E9">
      <w:pPr>
        <w:spacing w:before="0"/>
      </w:pPr>
      <w:r>
        <w:separator/>
      </w:r>
    </w:p>
  </w:endnote>
  <w:endnote w:type="continuationSeparator" w:id="0">
    <w:p w14:paraId="465FCDFD" w14:textId="77777777" w:rsidR="007842E9" w:rsidRDefault="007842E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FAE13E" w14:textId="77777777" w:rsidR="00FD57DB" w:rsidRPr="00675AA4" w:rsidRDefault="00FD57DB">
    <w:pPr>
      <w:pStyle w:val="Stopka"/>
      <w:jc w:val="right"/>
      <w:rPr>
        <w:sz w:val="20"/>
        <w:szCs w:val="20"/>
      </w:rPr>
    </w:pPr>
  </w:p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FD57DB" w14:paraId="00D8A7C8" w14:textId="77777777" w:rsidTr="00A50B53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09FB229" w14:textId="77777777" w:rsidR="00FD57DB" w:rsidRPr="00375196" w:rsidRDefault="00FD57DB" w:rsidP="00A50B53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</w:t>
          </w:r>
          <w:r w:rsidRPr="00375196">
            <w:rPr>
              <w:sz w:val="16"/>
              <w:szCs w:val="16"/>
            </w:rPr>
            <w:t xml:space="preserve">p. z </w:t>
          </w:r>
          <w:r>
            <w:rPr>
              <w:sz w:val="16"/>
              <w:szCs w:val="16"/>
            </w:rPr>
            <w:t>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9828FEF" w14:textId="77777777" w:rsidR="00FD57DB" w:rsidRDefault="00FD57DB" w:rsidP="00A50B53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425B1B">
            <w:rPr>
              <w:noProof/>
              <w:sz w:val="16"/>
              <w:szCs w:val="16"/>
            </w:rPr>
            <w:t>3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425B1B">
            <w:rPr>
              <w:noProof/>
              <w:sz w:val="16"/>
              <w:szCs w:val="16"/>
            </w:rPr>
            <w:t>3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12A962F9" w14:textId="77777777" w:rsidR="00FD57DB" w:rsidRDefault="00FD57DB" w:rsidP="00A50B53">
    <w:pPr>
      <w:pStyle w:val="Stopka"/>
      <w:tabs>
        <w:tab w:val="clear" w:pos="4536"/>
        <w:tab w:val="clear" w:pos="9072"/>
        <w:tab w:val="left" w:pos="6015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9471F" w14:textId="77777777" w:rsidR="0060423A" w:rsidRPr="00675AA4" w:rsidRDefault="0060423A">
    <w:pPr>
      <w:pStyle w:val="Stopka"/>
      <w:jc w:val="right"/>
      <w:rPr>
        <w:sz w:val="20"/>
        <w:szCs w:val="20"/>
      </w:rPr>
    </w:pPr>
  </w:p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A50B53" w14:paraId="4D9AEC2C" w14:textId="77777777" w:rsidTr="00A50B53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12A3BCA" w14:textId="77777777" w:rsidR="00A50B53" w:rsidRPr="00375196" w:rsidRDefault="007C6C36" w:rsidP="00A50B53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</w:t>
          </w:r>
          <w:r w:rsidR="00A50B53" w:rsidRPr="00375196">
            <w:rPr>
              <w:sz w:val="16"/>
              <w:szCs w:val="16"/>
            </w:rPr>
            <w:t xml:space="preserve">p. z </w:t>
          </w:r>
          <w:r w:rsidR="00A50B53">
            <w:rPr>
              <w:sz w:val="16"/>
              <w:szCs w:val="16"/>
            </w:rPr>
            <w:t>o.</w:t>
          </w:r>
          <w:r w:rsidR="00A50B53" w:rsidRPr="00375196">
            <w:rPr>
              <w:sz w:val="16"/>
              <w:szCs w:val="16"/>
            </w:rPr>
            <w:t>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C4491D1" w14:textId="77777777" w:rsidR="00A50B53" w:rsidRDefault="00A50B53" w:rsidP="00A50B53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FD57DB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C70734">
            <w:rPr>
              <w:noProof/>
              <w:sz w:val="16"/>
              <w:szCs w:val="16"/>
            </w:rPr>
            <w:t>3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4B632761" w14:textId="77777777" w:rsidR="0060423A" w:rsidRDefault="0060423A" w:rsidP="00A50B53">
    <w:pPr>
      <w:pStyle w:val="Stopka"/>
      <w:tabs>
        <w:tab w:val="clear" w:pos="4536"/>
        <w:tab w:val="clear" w:pos="9072"/>
        <w:tab w:val="left" w:pos="601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7519FD" w14:textId="77777777" w:rsidR="007842E9" w:rsidRDefault="007842E9">
      <w:pPr>
        <w:spacing w:before="0"/>
      </w:pPr>
      <w:r>
        <w:separator/>
      </w:r>
    </w:p>
  </w:footnote>
  <w:footnote w:type="continuationSeparator" w:id="0">
    <w:p w14:paraId="60ECFDB8" w14:textId="77777777" w:rsidR="007842E9" w:rsidRDefault="007842E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42"/>
      <w:gridCol w:w="3835"/>
    </w:tblGrid>
    <w:tr w:rsidR="00FD57DB" w:rsidRPr="00096A78" w14:paraId="3690BE1E" w14:textId="77777777" w:rsidTr="006F2F07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6EC0316" w14:textId="77777777" w:rsidR="00FD57DB" w:rsidRPr="00096A78" w:rsidRDefault="00FD57DB">
          <w:pPr>
            <w:pStyle w:val="Nagwek"/>
            <w:spacing w:before="0"/>
            <w:jc w:val="center"/>
            <w:rPr>
              <w:b/>
              <w:bCs/>
              <w:sz w:val="18"/>
              <w:szCs w:val="18"/>
            </w:rPr>
          </w:pP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73F684A" w14:textId="77777777" w:rsidR="00FD57DB" w:rsidRPr="00096A78" w:rsidRDefault="00FD57DB">
          <w:pPr>
            <w:pStyle w:val="Nagwek"/>
            <w:spacing w:before="0"/>
            <w:jc w:val="right"/>
            <w:rPr>
              <w:sz w:val="18"/>
              <w:szCs w:val="18"/>
            </w:rPr>
          </w:pPr>
        </w:p>
      </w:tc>
    </w:tr>
    <w:tr w:rsidR="00FD57DB" w:rsidRPr="00096A78" w14:paraId="5142EDD0" w14:textId="77777777" w:rsidTr="006F2F07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69DA5991" w14:textId="77777777" w:rsidR="00FD57DB" w:rsidRPr="00096A78" w:rsidRDefault="007C2F27">
          <w:pPr>
            <w:pStyle w:val="Nagwek"/>
            <w:spacing w:before="0"/>
            <w:jc w:val="left"/>
            <w:rPr>
              <w:b/>
              <w:bCs/>
              <w:sz w:val="18"/>
              <w:szCs w:val="18"/>
            </w:rPr>
          </w:pPr>
          <w:r w:rsidRPr="00096A78">
            <w:rPr>
              <w:b/>
              <w:bCs/>
              <w:sz w:val="18"/>
              <w:szCs w:val="18"/>
            </w:rPr>
            <w:t>ZAŁĄCZNIK NR 1 DO WZ</w:t>
          </w: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8AAF341" w14:textId="77777777" w:rsidR="00FD57DB" w:rsidRPr="00096A78" w:rsidRDefault="00FD57DB" w:rsidP="008B036D">
          <w:pPr>
            <w:pStyle w:val="Nagwek"/>
            <w:spacing w:before="0"/>
            <w:jc w:val="right"/>
            <w:rPr>
              <w:b/>
              <w:bCs/>
              <w:sz w:val="18"/>
              <w:szCs w:val="18"/>
            </w:rPr>
          </w:pPr>
          <w:r w:rsidRPr="00096A78">
            <w:rPr>
              <w:sz w:val="18"/>
              <w:szCs w:val="18"/>
            </w:rPr>
            <w:t>oznaczenie sprawy:</w:t>
          </w:r>
        </w:p>
      </w:tc>
    </w:tr>
    <w:tr w:rsidR="00FD57DB" w:rsidRPr="00096A78" w14:paraId="17FE6D70" w14:textId="77777777" w:rsidTr="006F2F07">
      <w:trPr>
        <w:cantSplit/>
      </w:trPr>
      <w:tc>
        <w:tcPr>
          <w:tcW w:w="6550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FAA1F4E" w14:textId="77777777" w:rsidR="00FD57DB" w:rsidRPr="00096A78" w:rsidRDefault="00FD57DB">
          <w:pPr>
            <w:pStyle w:val="Nagwek"/>
            <w:spacing w:before="0" w:after="40"/>
            <w:jc w:val="left"/>
            <w:rPr>
              <w:sz w:val="18"/>
              <w:szCs w:val="18"/>
            </w:rPr>
          </w:pPr>
          <w:r w:rsidRPr="00096A78">
            <w:rPr>
              <w:b/>
              <w:bCs/>
              <w:sz w:val="18"/>
              <w:szCs w:val="18"/>
            </w:rPr>
            <w:t>FORMULARZ OFERTY</w:t>
          </w:r>
        </w:p>
      </w:tc>
      <w:tc>
        <w:tcPr>
          <w:tcW w:w="396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0C7FA58B" w14:textId="68569592" w:rsidR="00FD57DB" w:rsidRPr="008B036D" w:rsidRDefault="00FD57DB" w:rsidP="008B036D">
          <w:pPr>
            <w:spacing w:before="0"/>
            <w:jc w:val="right"/>
            <w:rPr>
              <w:b/>
              <w:sz w:val="18"/>
              <w:szCs w:val="18"/>
            </w:rPr>
          </w:pPr>
          <w:r w:rsidRPr="008B036D">
            <w:rPr>
              <w:b/>
              <w:sz w:val="18"/>
              <w:szCs w:val="18"/>
            </w:rPr>
            <w:t>RPUZ/P/</w:t>
          </w:r>
          <w:r w:rsidR="007842E9">
            <w:rPr>
              <w:b/>
              <w:sz w:val="18"/>
              <w:szCs w:val="18"/>
            </w:rPr>
            <w:t>0775</w:t>
          </w:r>
          <w:r w:rsidR="00425B1B">
            <w:rPr>
              <w:b/>
              <w:sz w:val="18"/>
              <w:szCs w:val="18"/>
            </w:rPr>
            <w:t>/202</w:t>
          </w:r>
          <w:r w:rsidR="00D700C1">
            <w:rPr>
              <w:b/>
              <w:sz w:val="18"/>
              <w:szCs w:val="18"/>
            </w:rPr>
            <w:t>5</w:t>
          </w:r>
          <w:r w:rsidRPr="008B036D">
            <w:rPr>
              <w:b/>
              <w:sz w:val="18"/>
              <w:szCs w:val="18"/>
            </w:rPr>
            <w:t>/OD/RD-8</w:t>
          </w:r>
        </w:p>
      </w:tc>
    </w:tr>
  </w:tbl>
  <w:p w14:paraId="16B90E0C" w14:textId="77777777" w:rsidR="00FD57DB" w:rsidRDefault="00FD57DB">
    <w:pPr>
      <w:pStyle w:val="Nagwek"/>
      <w:spacing w:before="0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54"/>
      <w:gridCol w:w="3823"/>
    </w:tblGrid>
    <w:tr w:rsidR="0060423A" w14:paraId="5A6089EF" w14:textId="77777777" w:rsidTr="006F2F07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DF176CC" w14:textId="77777777" w:rsidR="0060423A" w:rsidRDefault="0060423A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3673B72" w14:textId="77777777" w:rsidR="0060423A" w:rsidRDefault="0060423A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60423A" w14:paraId="7E9C54DC" w14:textId="77777777" w:rsidTr="006F2F07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44988A0A" w14:textId="77777777" w:rsidR="0060423A" w:rsidRDefault="000C20C1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20"/>
              <w:szCs w:val="20"/>
            </w:rPr>
            <w:t>Załącznik nr 1 do WZ</w:t>
          </w: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AF470E9" w14:textId="77777777" w:rsidR="0060423A" w:rsidRDefault="0060423A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60423A" w14:paraId="6CA42C74" w14:textId="77777777" w:rsidTr="006F2F07">
      <w:trPr>
        <w:cantSplit/>
      </w:trPr>
      <w:tc>
        <w:tcPr>
          <w:tcW w:w="6550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4E70814B" w14:textId="77777777" w:rsidR="0060423A" w:rsidRDefault="0060423A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FORMULARZ OFERTY</w:t>
          </w:r>
        </w:p>
      </w:tc>
      <w:tc>
        <w:tcPr>
          <w:tcW w:w="396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4D1D005F" w14:textId="77777777" w:rsidR="0060423A" w:rsidRDefault="00510574" w:rsidP="006876F5">
          <w:pPr>
            <w:pStyle w:val="Nagwek"/>
            <w:spacing w:before="0"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b/>
              <w:bCs/>
              <w:spacing w:val="-20"/>
              <w:sz w:val="20"/>
              <w:szCs w:val="20"/>
            </w:rPr>
            <w:t>RPUZ/P/</w:t>
          </w:r>
          <w:r w:rsidR="009E454B" w:rsidRPr="000221CF">
            <w:rPr>
              <w:b/>
              <w:bCs/>
              <w:noProof/>
              <w:spacing w:val="-20"/>
              <w:sz w:val="20"/>
              <w:szCs w:val="20"/>
            </w:rPr>
            <w:t>0024/2023</w:t>
          </w:r>
          <w:r w:rsidR="006876F5" w:rsidRPr="00DD3FEE">
            <w:rPr>
              <w:b/>
              <w:bCs/>
              <w:spacing w:val="-20"/>
              <w:sz w:val="20"/>
              <w:szCs w:val="20"/>
            </w:rPr>
            <w:t>/OD/RD-8</w:t>
          </w:r>
        </w:p>
      </w:tc>
    </w:tr>
  </w:tbl>
  <w:p w14:paraId="714A4637" w14:textId="77777777" w:rsidR="0060423A" w:rsidRDefault="0060423A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0A9D512C"/>
    <w:multiLevelType w:val="hybridMultilevel"/>
    <w:tmpl w:val="44084B52"/>
    <w:lvl w:ilvl="0" w:tplc="844E29AE">
      <w:start w:val="1"/>
      <w:numFmt w:val="lowerLetter"/>
      <w:lvlText w:val="%1)"/>
      <w:lvlJc w:val="left"/>
      <w:pPr>
        <w:ind w:left="7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  <w:rPr>
        <w:rFonts w:cs="Times New Roman"/>
      </w:rPr>
    </w:lvl>
  </w:abstractNum>
  <w:abstractNum w:abstractNumId="1" w15:restartNumberingAfterBreak="1">
    <w:nsid w:val="11BD3A28"/>
    <w:multiLevelType w:val="hybridMultilevel"/>
    <w:tmpl w:val="2B8C17BA"/>
    <w:lvl w:ilvl="0" w:tplc="B41AF8E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1">
    <w:nsid w:val="1DC956E9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 w15:restartNumberingAfterBreak="1">
    <w:nsid w:val="38C63124"/>
    <w:multiLevelType w:val="multilevel"/>
    <w:tmpl w:val="947A80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1">
    <w:nsid w:val="413F3E3A"/>
    <w:multiLevelType w:val="hybridMultilevel"/>
    <w:tmpl w:val="DEA02022"/>
    <w:lvl w:ilvl="0" w:tplc="192622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1">
    <w:nsid w:val="4A6412CA"/>
    <w:multiLevelType w:val="multilevel"/>
    <w:tmpl w:val="2B68B7E4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3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92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51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cs="Times New Roman" w:hint="default"/>
      </w:rPr>
    </w:lvl>
  </w:abstractNum>
  <w:abstractNum w:abstractNumId="6" w15:restartNumberingAfterBreak="1">
    <w:nsid w:val="537C13C4"/>
    <w:multiLevelType w:val="hybridMultilevel"/>
    <w:tmpl w:val="055AA476"/>
    <w:lvl w:ilvl="0" w:tplc="2E56F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1">
    <w:nsid w:val="56460851"/>
    <w:multiLevelType w:val="hybridMultilevel"/>
    <w:tmpl w:val="41245D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1">
    <w:nsid w:val="5BE40DB9"/>
    <w:multiLevelType w:val="multilevel"/>
    <w:tmpl w:val="2F06622E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1">
    <w:nsid w:val="5DD747DC"/>
    <w:multiLevelType w:val="hybridMultilevel"/>
    <w:tmpl w:val="06068E3C"/>
    <w:lvl w:ilvl="0" w:tplc="E926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1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1" w15:restartNumberingAfterBreak="1">
    <w:nsid w:val="64B36EAD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2" w15:restartNumberingAfterBreak="1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1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1">
    <w:nsid w:val="703B65D7"/>
    <w:multiLevelType w:val="hybridMultilevel"/>
    <w:tmpl w:val="97CC106C"/>
    <w:lvl w:ilvl="0" w:tplc="72A6AA38">
      <w:start w:val="1"/>
      <w:numFmt w:val="lowerLetter"/>
      <w:lvlText w:val="%1)"/>
      <w:lvlJc w:val="left"/>
      <w:pPr>
        <w:ind w:left="1146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5" w15:restartNumberingAfterBreak="1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 w16cid:durableId="1647852360">
    <w:abstractNumId w:val="8"/>
  </w:num>
  <w:num w:numId="2" w16cid:durableId="1941985797">
    <w:abstractNumId w:val="12"/>
  </w:num>
  <w:num w:numId="3" w16cid:durableId="982467264">
    <w:abstractNumId w:val="3"/>
  </w:num>
  <w:num w:numId="4" w16cid:durableId="2075002055">
    <w:abstractNumId w:val="13"/>
  </w:num>
  <w:num w:numId="5" w16cid:durableId="53548344">
    <w:abstractNumId w:val="10"/>
  </w:num>
  <w:num w:numId="6" w16cid:durableId="1091774663">
    <w:abstractNumId w:val="6"/>
  </w:num>
  <w:num w:numId="7" w16cid:durableId="595989597">
    <w:abstractNumId w:val="0"/>
  </w:num>
  <w:num w:numId="8" w16cid:durableId="1945646824">
    <w:abstractNumId w:val="9"/>
  </w:num>
  <w:num w:numId="9" w16cid:durableId="761222705">
    <w:abstractNumId w:val="14"/>
  </w:num>
  <w:num w:numId="10" w16cid:durableId="1546407929">
    <w:abstractNumId w:val="15"/>
  </w:num>
  <w:num w:numId="11" w16cid:durableId="1395423898">
    <w:abstractNumId w:val="4"/>
  </w:num>
  <w:num w:numId="12" w16cid:durableId="839655696">
    <w:abstractNumId w:val="1"/>
  </w:num>
  <w:num w:numId="13" w16cid:durableId="180240005">
    <w:abstractNumId w:val="7"/>
  </w:num>
  <w:num w:numId="14" w16cid:durableId="580413497">
    <w:abstractNumId w:val="2"/>
  </w:num>
  <w:num w:numId="15" w16cid:durableId="280459698">
    <w:abstractNumId w:val="11"/>
  </w:num>
  <w:num w:numId="16" w16cid:durableId="1995907257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attachedTemplate r:id="rId1"/>
  <w:doNotTrackMove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842E9"/>
    <w:rsid w:val="00003AB9"/>
    <w:rsid w:val="00004F30"/>
    <w:rsid w:val="00006B22"/>
    <w:rsid w:val="000112C1"/>
    <w:rsid w:val="00012501"/>
    <w:rsid w:val="0001459E"/>
    <w:rsid w:val="00017564"/>
    <w:rsid w:val="000177F7"/>
    <w:rsid w:val="000207F6"/>
    <w:rsid w:val="000210B1"/>
    <w:rsid w:val="00021684"/>
    <w:rsid w:val="00022D55"/>
    <w:rsid w:val="0003147A"/>
    <w:rsid w:val="0003304C"/>
    <w:rsid w:val="00046A81"/>
    <w:rsid w:val="00050EB3"/>
    <w:rsid w:val="0005157D"/>
    <w:rsid w:val="00053D3B"/>
    <w:rsid w:val="000561C2"/>
    <w:rsid w:val="000573B2"/>
    <w:rsid w:val="00057E95"/>
    <w:rsid w:val="0006294F"/>
    <w:rsid w:val="00064383"/>
    <w:rsid w:val="00065F6D"/>
    <w:rsid w:val="000666A6"/>
    <w:rsid w:val="000701BD"/>
    <w:rsid w:val="000757A2"/>
    <w:rsid w:val="00077C8D"/>
    <w:rsid w:val="00081422"/>
    <w:rsid w:val="00081FDC"/>
    <w:rsid w:val="00082078"/>
    <w:rsid w:val="000862A0"/>
    <w:rsid w:val="00086601"/>
    <w:rsid w:val="000869DB"/>
    <w:rsid w:val="00086DF4"/>
    <w:rsid w:val="00096957"/>
    <w:rsid w:val="00096A78"/>
    <w:rsid w:val="000970D7"/>
    <w:rsid w:val="00097FDC"/>
    <w:rsid w:val="000A2A02"/>
    <w:rsid w:val="000B110F"/>
    <w:rsid w:val="000B1298"/>
    <w:rsid w:val="000B5134"/>
    <w:rsid w:val="000C1D17"/>
    <w:rsid w:val="000C20C1"/>
    <w:rsid w:val="000D273C"/>
    <w:rsid w:val="000D2EBC"/>
    <w:rsid w:val="000D3189"/>
    <w:rsid w:val="000E1F8E"/>
    <w:rsid w:val="000F0009"/>
    <w:rsid w:val="000F0AB0"/>
    <w:rsid w:val="000F35F1"/>
    <w:rsid w:val="000F5221"/>
    <w:rsid w:val="000F5B82"/>
    <w:rsid w:val="000F7459"/>
    <w:rsid w:val="00100871"/>
    <w:rsid w:val="001020C0"/>
    <w:rsid w:val="00102340"/>
    <w:rsid w:val="0010432E"/>
    <w:rsid w:val="00110685"/>
    <w:rsid w:val="001106EF"/>
    <w:rsid w:val="001113F7"/>
    <w:rsid w:val="00111904"/>
    <w:rsid w:val="00111C3D"/>
    <w:rsid w:val="00112A29"/>
    <w:rsid w:val="00112C2C"/>
    <w:rsid w:val="00113AFD"/>
    <w:rsid w:val="0012064C"/>
    <w:rsid w:val="00120902"/>
    <w:rsid w:val="001236C4"/>
    <w:rsid w:val="00124F6F"/>
    <w:rsid w:val="00125D2D"/>
    <w:rsid w:val="001275D2"/>
    <w:rsid w:val="00134C85"/>
    <w:rsid w:val="00135C88"/>
    <w:rsid w:val="001365B7"/>
    <w:rsid w:val="00136C3D"/>
    <w:rsid w:val="00141D0C"/>
    <w:rsid w:val="001431EA"/>
    <w:rsid w:val="001509BE"/>
    <w:rsid w:val="00152CE4"/>
    <w:rsid w:val="00153325"/>
    <w:rsid w:val="00153ED3"/>
    <w:rsid w:val="0015630A"/>
    <w:rsid w:val="00157218"/>
    <w:rsid w:val="00157B84"/>
    <w:rsid w:val="00160E86"/>
    <w:rsid w:val="00161965"/>
    <w:rsid w:val="00161F40"/>
    <w:rsid w:val="00162309"/>
    <w:rsid w:val="001710FB"/>
    <w:rsid w:val="00174254"/>
    <w:rsid w:val="0017730F"/>
    <w:rsid w:val="00177EB7"/>
    <w:rsid w:val="00180C24"/>
    <w:rsid w:val="00182AF1"/>
    <w:rsid w:val="00183357"/>
    <w:rsid w:val="0018598A"/>
    <w:rsid w:val="00185B90"/>
    <w:rsid w:val="0019085C"/>
    <w:rsid w:val="0019106A"/>
    <w:rsid w:val="001917D3"/>
    <w:rsid w:val="00195A9A"/>
    <w:rsid w:val="00197A19"/>
    <w:rsid w:val="001A0210"/>
    <w:rsid w:val="001A2B7A"/>
    <w:rsid w:val="001A532A"/>
    <w:rsid w:val="001A573C"/>
    <w:rsid w:val="001A6ABD"/>
    <w:rsid w:val="001A770C"/>
    <w:rsid w:val="001B016E"/>
    <w:rsid w:val="001B030A"/>
    <w:rsid w:val="001B144A"/>
    <w:rsid w:val="001B346D"/>
    <w:rsid w:val="001B41DD"/>
    <w:rsid w:val="001B5BB4"/>
    <w:rsid w:val="001B7AE7"/>
    <w:rsid w:val="001C0A2A"/>
    <w:rsid w:val="001C5337"/>
    <w:rsid w:val="001C636B"/>
    <w:rsid w:val="001D1F23"/>
    <w:rsid w:val="001D20D0"/>
    <w:rsid w:val="001D2217"/>
    <w:rsid w:val="001D3305"/>
    <w:rsid w:val="001D387E"/>
    <w:rsid w:val="001D3C1D"/>
    <w:rsid w:val="001D4EEE"/>
    <w:rsid w:val="001D5B7B"/>
    <w:rsid w:val="001D60AF"/>
    <w:rsid w:val="001D7D32"/>
    <w:rsid w:val="001E36F3"/>
    <w:rsid w:val="001E5433"/>
    <w:rsid w:val="001F35BF"/>
    <w:rsid w:val="001F5080"/>
    <w:rsid w:val="001F5E6A"/>
    <w:rsid w:val="001F6B78"/>
    <w:rsid w:val="00200A2E"/>
    <w:rsid w:val="00201EED"/>
    <w:rsid w:val="00201FEF"/>
    <w:rsid w:val="002030FA"/>
    <w:rsid w:val="00204AB4"/>
    <w:rsid w:val="00211518"/>
    <w:rsid w:val="00211FCD"/>
    <w:rsid w:val="00217A3E"/>
    <w:rsid w:val="002201BE"/>
    <w:rsid w:val="00220325"/>
    <w:rsid w:val="00220B96"/>
    <w:rsid w:val="002216B1"/>
    <w:rsid w:val="0022365D"/>
    <w:rsid w:val="00230537"/>
    <w:rsid w:val="002323DD"/>
    <w:rsid w:val="00232EA1"/>
    <w:rsid w:val="00234B12"/>
    <w:rsid w:val="0024230A"/>
    <w:rsid w:val="0024280A"/>
    <w:rsid w:val="00252D36"/>
    <w:rsid w:val="0025699E"/>
    <w:rsid w:val="00257912"/>
    <w:rsid w:val="002579AF"/>
    <w:rsid w:val="00262A47"/>
    <w:rsid w:val="00263FAC"/>
    <w:rsid w:val="00265265"/>
    <w:rsid w:val="00265B92"/>
    <w:rsid w:val="00270E1D"/>
    <w:rsid w:val="002726D4"/>
    <w:rsid w:val="00272A94"/>
    <w:rsid w:val="00273AF5"/>
    <w:rsid w:val="0028109C"/>
    <w:rsid w:val="00281A8C"/>
    <w:rsid w:val="00284EFA"/>
    <w:rsid w:val="00286569"/>
    <w:rsid w:val="0029041A"/>
    <w:rsid w:val="002928C6"/>
    <w:rsid w:val="00293222"/>
    <w:rsid w:val="00294C55"/>
    <w:rsid w:val="00296F23"/>
    <w:rsid w:val="002A3869"/>
    <w:rsid w:val="002A6625"/>
    <w:rsid w:val="002A7C21"/>
    <w:rsid w:val="002B0281"/>
    <w:rsid w:val="002B1102"/>
    <w:rsid w:val="002B1242"/>
    <w:rsid w:val="002B3CC9"/>
    <w:rsid w:val="002B69AD"/>
    <w:rsid w:val="002B713C"/>
    <w:rsid w:val="002C0597"/>
    <w:rsid w:val="002C0600"/>
    <w:rsid w:val="002C0C6E"/>
    <w:rsid w:val="002C23E4"/>
    <w:rsid w:val="002C69DA"/>
    <w:rsid w:val="002C74C6"/>
    <w:rsid w:val="002D2637"/>
    <w:rsid w:val="002D3446"/>
    <w:rsid w:val="002E2A42"/>
    <w:rsid w:val="002E3366"/>
    <w:rsid w:val="002E54B9"/>
    <w:rsid w:val="002E6A3A"/>
    <w:rsid w:val="002E74ED"/>
    <w:rsid w:val="002E7F02"/>
    <w:rsid w:val="002F188F"/>
    <w:rsid w:val="002F1920"/>
    <w:rsid w:val="002F2AF6"/>
    <w:rsid w:val="002F3AF9"/>
    <w:rsid w:val="002F7582"/>
    <w:rsid w:val="002F77E7"/>
    <w:rsid w:val="002F7E43"/>
    <w:rsid w:val="003042CB"/>
    <w:rsid w:val="00305D88"/>
    <w:rsid w:val="003064E5"/>
    <w:rsid w:val="00307DF2"/>
    <w:rsid w:val="00313691"/>
    <w:rsid w:val="00313F3A"/>
    <w:rsid w:val="00314003"/>
    <w:rsid w:val="00314E39"/>
    <w:rsid w:val="00316AE4"/>
    <w:rsid w:val="00317905"/>
    <w:rsid w:val="0032028F"/>
    <w:rsid w:val="003207CD"/>
    <w:rsid w:val="00324A31"/>
    <w:rsid w:val="00327097"/>
    <w:rsid w:val="00327719"/>
    <w:rsid w:val="00331B9B"/>
    <w:rsid w:val="003329C1"/>
    <w:rsid w:val="0033618E"/>
    <w:rsid w:val="0033755B"/>
    <w:rsid w:val="0034117E"/>
    <w:rsid w:val="0034135D"/>
    <w:rsid w:val="003432D4"/>
    <w:rsid w:val="003436BC"/>
    <w:rsid w:val="00344176"/>
    <w:rsid w:val="00344E6B"/>
    <w:rsid w:val="00346C75"/>
    <w:rsid w:val="00352531"/>
    <w:rsid w:val="003535B7"/>
    <w:rsid w:val="00355178"/>
    <w:rsid w:val="00356B46"/>
    <w:rsid w:val="0036046D"/>
    <w:rsid w:val="0036194D"/>
    <w:rsid w:val="00365D8C"/>
    <w:rsid w:val="00367617"/>
    <w:rsid w:val="00373710"/>
    <w:rsid w:val="00374100"/>
    <w:rsid w:val="00374A5C"/>
    <w:rsid w:val="00375196"/>
    <w:rsid w:val="00376333"/>
    <w:rsid w:val="00381884"/>
    <w:rsid w:val="00386CC1"/>
    <w:rsid w:val="0039303B"/>
    <w:rsid w:val="003932C4"/>
    <w:rsid w:val="0039757D"/>
    <w:rsid w:val="003A0272"/>
    <w:rsid w:val="003A5670"/>
    <w:rsid w:val="003A630C"/>
    <w:rsid w:val="003A6C76"/>
    <w:rsid w:val="003A7DDE"/>
    <w:rsid w:val="003B0A44"/>
    <w:rsid w:val="003B2170"/>
    <w:rsid w:val="003B469C"/>
    <w:rsid w:val="003B4752"/>
    <w:rsid w:val="003B51EC"/>
    <w:rsid w:val="003C0F1C"/>
    <w:rsid w:val="003C162F"/>
    <w:rsid w:val="003C1940"/>
    <w:rsid w:val="003C4ED3"/>
    <w:rsid w:val="003D1C46"/>
    <w:rsid w:val="003D4F17"/>
    <w:rsid w:val="003D5E8A"/>
    <w:rsid w:val="003D7132"/>
    <w:rsid w:val="003E4F52"/>
    <w:rsid w:val="003F0CF3"/>
    <w:rsid w:val="003F7D44"/>
    <w:rsid w:val="003F7EB0"/>
    <w:rsid w:val="00401CD3"/>
    <w:rsid w:val="00401E22"/>
    <w:rsid w:val="0040319E"/>
    <w:rsid w:val="0040348A"/>
    <w:rsid w:val="00405488"/>
    <w:rsid w:val="00406564"/>
    <w:rsid w:val="004142A7"/>
    <w:rsid w:val="004238EC"/>
    <w:rsid w:val="00424C91"/>
    <w:rsid w:val="00425B1B"/>
    <w:rsid w:val="0042691E"/>
    <w:rsid w:val="004274D0"/>
    <w:rsid w:val="00431F8C"/>
    <w:rsid w:val="00441260"/>
    <w:rsid w:val="004422B2"/>
    <w:rsid w:val="004425F9"/>
    <w:rsid w:val="004427BF"/>
    <w:rsid w:val="00444C8D"/>
    <w:rsid w:val="00446885"/>
    <w:rsid w:val="00450D0B"/>
    <w:rsid w:val="00454FEF"/>
    <w:rsid w:val="00456735"/>
    <w:rsid w:val="00456E1A"/>
    <w:rsid w:val="00460F92"/>
    <w:rsid w:val="00461111"/>
    <w:rsid w:val="004615E7"/>
    <w:rsid w:val="00462DEC"/>
    <w:rsid w:val="004636DB"/>
    <w:rsid w:val="00483DA8"/>
    <w:rsid w:val="004922DB"/>
    <w:rsid w:val="00492BEB"/>
    <w:rsid w:val="00497924"/>
    <w:rsid w:val="00497A94"/>
    <w:rsid w:val="004A41BF"/>
    <w:rsid w:val="004A5EC4"/>
    <w:rsid w:val="004B1EA0"/>
    <w:rsid w:val="004B56BA"/>
    <w:rsid w:val="004B6BA3"/>
    <w:rsid w:val="004C1850"/>
    <w:rsid w:val="004C55B7"/>
    <w:rsid w:val="004C6BF3"/>
    <w:rsid w:val="004D0E21"/>
    <w:rsid w:val="004D2B72"/>
    <w:rsid w:val="004D2B7D"/>
    <w:rsid w:val="004D3B22"/>
    <w:rsid w:val="004D5582"/>
    <w:rsid w:val="004D65F4"/>
    <w:rsid w:val="004E03C3"/>
    <w:rsid w:val="004E2D1E"/>
    <w:rsid w:val="004E36F6"/>
    <w:rsid w:val="004E3EAE"/>
    <w:rsid w:val="004E5EFE"/>
    <w:rsid w:val="004E6018"/>
    <w:rsid w:val="004E6437"/>
    <w:rsid w:val="004E759F"/>
    <w:rsid w:val="004E7C0C"/>
    <w:rsid w:val="004E7FE3"/>
    <w:rsid w:val="004F0754"/>
    <w:rsid w:val="004F1772"/>
    <w:rsid w:val="00502AAA"/>
    <w:rsid w:val="0050426E"/>
    <w:rsid w:val="005053B2"/>
    <w:rsid w:val="00505C5F"/>
    <w:rsid w:val="00510574"/>
    <w:rsid w:val="00511B09"/>
    <w:rsid w:val="00512A28"/>
    <w:rsid w:val="00513649"/>
    <w:rsid w:val="00513ACF"/>
    <w:rsid w:val="0052155A"/>
    <w:rsid w:val="00523B01"/>
    <w:rsid w:val="005261BE"/>
    <w:rsid w:val="00526F21"/>
    <w:rsid w:val="0053007C"/>
    <w:rsid w:val="00530419"/>
    <w:rsid w:val="005354D7"/>
    <w:rsid w:val="00535717"/>
    <w:rsid w:val="00537052"/>
    <w:rsid w:val="00541B7B"/>
    <w:rsid w:val="00543220"/>
    <w:rsid w:val="005435AD"/>
    <w:rsid w:val="00543D7F"/>
    <w:rsid w:val="0055106F"/>
    <w:rsid w:val="00551E18"/>
    <w:rsid w:val="005522F9"/>
    <w:rsid w:val="005533D0"/>
    <w:rsid w:val="005621D3"/>
    <w:rsid w:val="00572233"/>
    <w:rsid w:val="00574A34"/>
    <w:rsid w:val="00575C33"/>
    <w:rsid w:val="00575E73"/>
    <w:rsid w:val="00581494"/>
    <w:rsid w:val="00583A1D"/>
    <w:rsid w:val="0058671F"/>
    <w:rsid w:val="00586B84"/>
    <w:rsid w:val="00587C43"/>
    <w:rsid w:val="00590AC1"/>
    <w:rsid w:val="00590EBE"/>
    <w:rsid w:val="005A31B0"/>
    <w:rsid w:val="005A4229"/>
    <w:rsid w:val="005A4240"/>
    <w:rsid w:val="005B0C97"/>
    <w:rsid w:val="005C0ABE"/>
    <w:rsid w:val="005C3968"/>
    <w:rsid w:val="005C5090"/>
    <w:rsid w:val="005C540D"/>
    <w:rsid w:val="005D01D2"/>
    <w:rsid w:val="005D2640"/>
    <w:rsid w:val="005D5611"/>
    <w:rsid w:val="005D6D85"/>
    <w:rsid w:val="005D7EBE"/>
    <w:rsid w:val="005E4CC3"/>
    <w:rsid w:val="005E68D7"/>
    <w:rsid w:val="005F0C39"/>
    <w:rsid w:val="005F4C29"/>
    <w:rsid w:val="005F635B"/>
    <w:rsid w:val="005F7A5C"/>
    <w:rsid w:val="005F7EF0"/>
    <w:rsid w:val="006012A5"/>
    <w:rsid w:val="006018B9"/>
    <w:rsid w:val="0060423A"/>
    <w:rsid w:val="006061DD"/>
    <w:rsid w:val="0060701A"/>
    <w:rsid w:val="0061056B"/>
    <w:rsid w:val="00614056"/>
    <w:rsid w:val="00614E74"/>
    <w:rsid w:val="00617EB9"/>
    <w:rsid w:val="00620EED"/>
    <w:rsid w:val="00622520"/>
    <w:rsid w:val="00627241"/>
    <w:rsid w:val="006313EE"/>
    <w:rsid w:val="00631D8A"/>
    <w:rsid w:val="00633BD0"/>
    <w:rsid w:val="00633DE6"/>
    <w:rsid w:val="0063588E"/>
    <w:rsid w:val="00636025"/>
    <w:rsid w:val="00640143"/>
    <w:rsid w:val="00640426"/>
    <w:rsid w:val="006412B7"/>
    <w:rsid w:val="006414C4"/>
    <w:rsid w:val="00642728"/>
    <w:rsid w:val="00643C36"/>
    <w:rsid w:val="00646C82"/>
    <w:rsid w:val="00647F9D"/>
    <w:rsid w:val="0065082C"/>
    <w:rsid w:val="00651535"/>
    <w:rsid w:val="00655D09"/>
    <w:rsid w:val="006613B1"/>
    <w:rsid w:val="00661431"/>
    <w:rsid w:val="006654A9"/>
    <w:rsid w:val="006701C6"/>
    <w:rsid w:val="0067105E"/>
    <w:rsid w:val="00673BCC"/>
    <w:rsid w:val="00674E28"/>
    <w:rsid w:val="00675AA4"/>
    <w:rsid w:val="006765C7"/>
    <w:rsid w:val="00684964"/>
    <w:rsid w:val="006876F5"/>
    <w:rsid w:val="006877A9"/>
    <w:rsid w:val="006A2AE1"/>
    <w:rsid w:val="006A2C34"/>
    <w:rsid w:val="006A3156"/>
    <w:rsid w:val="006A3B46"/>
    <w:rsid w:val="006A4DB3"/>
    <w:rsid w:val="006A5D99"/>
    <w:rsid w:val="006A74F9"/>
    <w:rsid w:val="006C1185"/>
    <w:rsid w:val="006C1FDB"/>
    <w:rsid w:val="006C20AD"/>
    <w:rsid w:val="006C5DA6"/>
    <w:rsid w:val="006C71CF"/>
    <w:rsid w:val="006C771C"/>
    <w:rsid w:val="006D4D48"/>
    <w:rsid w:val="006D71E2"/>
    <w:rsid w:val="006E0704"/>
    <w:rsid w:val="006E121A"/>
    <w:rsid w:val="006E1777"/>
    <w:rsid w:val="006E23B2"/>
    <w:rsid w:val="006E5549"/>
    <w:rsid w:val="006E6FE1"/>
    <w:rsid w:val="006F16B1"/>
    <w:rsid w:val="006F2F07"/>
    <w:rsid w:val="006F65B2"/>
    <w:rsid w:val="006F6B07"/>
    <w:rsid w:val="00700C63"/>
    <w:rsid w:val="00702DB4"/>
    <w:rsid w:val="00704ABB"/>
    <w:rsid w:val="0070564A"/>
    <w:rsid w:val="00711B51"/>
    <w:rsid w:val="00712786"/>
    <w:rsid w:val="0071556A"/>
    <w:rsid w:val="00715F54"/>
    <w:rsid w:val="00717095"/>
    <w:rsid w:val="007207B4"/>
    <w:rsid w:val="00721332"/>
    <w:rsid w:val="007277BA"/>
    <w:rsid w:val="00732D6E"/>
    <w:rsid w:val="007350E6"/>
    <w:rsid w:val="00735EEB"/>
    <w:rsid w:val="007411AC"/>
    <w:rsid w:val="00742EBE"/>
    <w:rsid w:val="00743D38"/>
    <w:rsid w:val="00746FD3"/>
    <w:rsid w:val="0075069D"/>
    <w:rsid w:val="007544C7"/>
    <w:rsid w:val="007547B1"/>
    <w:rsid w:val="0076355C"/>
    <w:rsid w:val="007655D0"/>
    <w:rsid w:val="00773EC6"/>
    <w:rsid w:val="007743BF"/>
    <w:rsid w:val="007764FC"/>
    <w:rsid w:val="00781217"/>
    <w:rsid w:val="007842E9"/>
    <w:rsid w:val="007858B7"/>
    <w:rsid w:val="00786C2F"/>
    <w:rsid w:val="00787381"/>
    <w:rsid w:val="00791A4D"/>
    <w:rsid w:val="00794DF6"/>
    <w:rsid w:val="00797C97"/>
    <w:rsid w:val="007A0D8B"/>
    <w:rsid w:val="007A5CAE"/>
    <w:rsid w:val="007B3F10"/>
    <w:rsid w:val="007B4CC8"/>
    <w:rsid w:val="007B7514"/>
    <w:rsid w:val="007C00BF"/>
    <w:rsid w:val="007C2F27"/>
    <w:rsid w:val="007C6C36"/>
    <w:rsid w:val="007C7BC6"/>
    <w:rsid w:val="007D1DCD"/>
    <w:rsid w:val="007D22B6"/>
    <w:rsid w:val="007E0118"/>
    <w:rsid w:val="007E0488"/>
    <w:rsid w:val="007E18AA"/>
    <w:rsid w:val="007E255E"/>
    <w:rsid w:val="007E703A"/>
    <w:rsid w:val="007F62B4"/>
    <w:rsid w:val="007F652E"/>
    <w:rsid w:val="008011CC"/>
    <w:rsid w:val="00801BA2"/>
    <w:rsid w:val="008030DC"/>
    <w:rsid w:val="00810DF9"/>
    <w:rsid w:val="00815CE8"/>
    <w:rsid w:val="0081662E"/>
    <w:rsid w:val="00824080"/>
    <w:rsid w:val="00830FBE"/>
    <w:rsid w:val="00832087"/>
    <w:rsid w:val="008323AC"/>
    <w:rsid w:val="00835027"/>
    <w:rsid w:val="008402F9"/>
    <w:rsid w:val="0084586C"/>
    <w:rsid w:val="00850948"/>
    <w:rsid w:val="00852F91"/>
    <w:rsid w:val="00854779"/>
    <w:rsid w:val="00854800"/>
    <w:rsid w:val="0085581D"/>
    <w:rsid w:val="00855DB3"/>
    <w:rsid w:val="00860149"/>
    <w:rsid w:val="008654BE"/>
    <w:rsid w:val="00865A10"/>
    <w:rsid w:val="00873F96"/>
    <w:rsid w:val="00874082"/>
    <w:rsid w:val="00877E4E"/>
    <w:rsid w:val="00881759"/>
    <w:rsid w:val="00883D00"/>
    <w:rsid w:val="00884F32"/>
    <w:rsid w:val="008863BC"/>
    <w:rsid w:val="00887BD5"/>
    <w:rsid w:val="008928B9"/>
    <w:rsid w:val="00892F79"/>
    <w:rsid w:val="00894525"/>
    <w:rsid w:val="008976EB"/>
    <w:rsid w:val="00897B03"/>
    <w:rsid w:val="008A0EEC"/>
    <w:rsid w:val="008A25C1"/>
    <w:rsid w:val="008B036D"/>
    <w:rsid w:val="008B0426"/>
    <w:rsid w:val="008B19D2"/>
    <w:rsid w:val="008B2E5D"/>
    <w:rsid w:val="008B5C56"/>
    <w:rsid w:val="008B60FF"/>
    <w:rsid w:val="008C262A"/>
    <w:rsid w:val="008C4513"/>
    <w:rsid w:val="008C5931"/>
    <w:rsid w:val="008D08AC"/>
    <w:rsid w:val="008D0C1E"/>
    <w:rsid w:val="008D6C91"/>
    <w:rsid w:val="008E5F5D"/>
    <w:rsid w:val="008E7227"/>
    <w:rsid w:val="008F095E"/>
    <w:rsid w:val="008F2C38"/>
    <w:rsid w:val="008F4A60"/>
    <w:rsid w:val="009005F0"/>
    <w:rsid w:val="00903259"/>
    <w:rsid w:val="00905457"/>
    <w:rsid w:val="009076BC"/>
    <w:rsid w:val="00911C84"/>
    <w:rsid w:val="0091257B"/>
    <w:rsid w:val="00913881"/>
    <w:rsid w:val="0091433B"/>
    <w:rsid w:val="00914449"/>
    <w:rsid w:val="00925489"/>
    <w:rsid w:val="00926EBE"/>
    <w:rsid w:val="0093451F"/>
    <w:rsid w:val="009360F8"/>
    <w:rsid w:val="00936DC7"/>
    <w:rsid w:val="0094104B"/>
    <w:rsid w:val="009442F8"/>
    <w:rsid w:val="00946354"/>
    <w:rsid w:val="009464D7"/>
    <w:rsid w:val="009477AB"/>
    <w:rsid w:val="009513D4"/>
    <w:rsid w:val="00951639"/>
    <w:rsid w:val="00951927"/>
    <w:rsid w:val="00953DAD"/>
    <w:rsid w:val="009556FA"/>
    <w:rsid w:val="0096090F"/>
    <w:rsid w:val="00961F84"/>
    <w:rsid w:val="009650DD"/>
    <w:rsid w:val="00965C10"/>
    <w:rsid w:val="00965C89"/>
    <w:rsid w:val="00967CA4"/>
    <w:rsid w:val="00970AA1"/>
    <w:rsid w:val="00970E95"/>
    <w:rsid w:val="00971123"/>
    <w:rsid w:val="009721A6"/>
    <w:rsid w:val="009727FC"/>
    <w:rsid w:val="00972A81"/>
    <w:rsid w:val="009833BE"/>
    <w:rsid w:val="009853B4"/>
    <w:rsid w:val="0098618E"/>
    <w:rsid w:val="0098681E"/>
    <w:rsid w:val="00993211"/>
    <w:rsid w:val="009963E5"/>
    <w:rsid w:val="009970B3"/>
    <w:rsid w:val="00997F00"/>
    <w:rsid w:val="009A0ACE"/>
    <w:rsid w:val="009A29DB"/>
    <w:rsid w:val="009A2F23"/>
    <w:rsid w:val="009B0CCF"/>
    <w:rsid w:val="009B2F38"/>
    <w:rsid w:val="009B4BCE"/>
    <w:rsid w:val="009B54D9"/>
    <w:rsid w:val="009C0FDE"/>
    <w:rsid w:val="009C1D43"/>
    <w:rsid w:val="009C2985"/>
    <w:rsid w:val="009C75E2"/>
    <w:rsid w:val="009C7F5F"/>
    <w:rsid w:val="009D0283"/>
    <w:rsid w:val="009D28C9"/>
    <w:rsid w:val="009D61F4"/>
    <w:rsid w:val="009D6BCC"/>
    <w:rsid w:val="009E0353"/>
    <w:rsid w:val="009E0A9B"/>
    <w:rsid w:val="009E454B"/>
    <w:rsid w:val="009E6EE1"/>
    <w:rsid w:val="009E70A1"/>
    <w:rsid w:val="009E79FF"/>
    <w:rsid w:val="009F0257"/>
    <w:rsid w:val="009F03F2"/>
    <w:rsid w:val="009F0EF7"/>
    <w:rsid w:val="00A018D8"/>
    <w:rsid w:val="00A01E44"/>
    <w:rsid w:val="00A03537"/>
    <w:rsid w:val="00A039E2"/>
    <w:rsid w:val="00A06EE1"/>
    <w:rsid w:val="00A10656"/>
    <w:rsid w:val="00A10C3E"/>
    <w:rsid w:val="00A1298B"/>
    <w:rsid w:val="00A1324A"/>
    <w:rsid w:val="00A13F47"/>
    <w:rsid w:val="00A144A6"/>
    <w:rsid w:val="00A14627"/>
    <w:rsid w:val="00A20CC1"/>
    <w:rsid w:val="00A21786"/>
    <w:rsid w:val="00A217EB"/>
    <w:rsid w:val="00A225A7"/>
    <w:rsid w:val="00A2554D"/>
    <w:rsid w:val="00A3088D"/>
    <w:rsid w:val="00A31001"/>
    <w:rsid w:val="00A33A7B"/>
    <w:rsid w:val="00A479E0"/>
    <w:rsid w:val="00A50270"/>
    <w:rsid w:val="00A50B53"/>
    <w:rsid w:val="00A50CDF"/>
    <w:rsid w:val="00A516CB"/>
    <w:rsid w:val="00A56B0C"/>
    <w:rsid w:val="00A56C37"/>
    <w:rsid w:val="00A616EF"/>
    <w:rsid w:val="00A626AA"/>
    <w:rsid w:val="00A655F7"/>
    <w:rsid w:val="00A7002A"/>
    <w:rsid w:val="00A729B9"/>
    <w:rsid w:val="00A750D5"/>
    <w:rsid w:val="00A7780E"/>
    <w:rsid w:val="00A800BC"/>
    <w:rsid w:val="00A82ADD"/>
    <w:rsid w:val="00A853D6"/>
    <w:rsid w:val="00A872EF"/>
    <w:rsid w:val="00A90081"/>
    <w:rsid w:val="00A91799"/>
    <w:rsid w:val="00A92870"/>
    <w:rsid w:val="00A95744"/>
    <w:rsid w:val="00A95D8A"/>
    <w:rsid w:val="00A9719D"/>
    <w:rsid w:val="00AA2D59"/>
    <w:rsid w:val="00AA67E9"/>
    <w:rsid w:val="00AB2462"/>
    <w:rsid w:val="00AB51CA"/>
    <w:rsid w:val="00AC163D"/>
    <w:rsid w:val="00AC3F3F"/>
    <w:rsid w:val="00AC5A30"/>
    <w:rsid w:val="00AC6F97"/>
    <w:rsid w:val="00AD026F"/>
    <w:rsid w:val="00AD1C75"/>
    <w:rsid w:val="00AD3BF7"/>
    <w:rsid w:val="00AD717E"/>
    <w:rsid w:val="00AE1AC8"/>
    <w:rsid w:val="00AE2030"/>
    <w:rsid w:val="00AE4675"/>
    <w:rsid w:val="00AE47D2"/>
    <w:rsid w:val="00AE7A93"/>
    <w:rsid w:val="00AF01C6"/>
    <w:rsid w:val="00AF0FAD"/>
    <w:rsid w:val="00AF1637"/>
    <w:rsid w:val="00AF2969"/>
    <w:rsid w:val="00AF3A26"/>
    <w:rsid w:val="00AF7153"/>
    <w:rsid w:val="00B0006C"/>
    <w:rsid w:val="00B04C8B"/>
    <w:rsid w:val="00B06E86"/>
    <w:rsid w:val="00B0763B"/>
    <w:rsid w:val="00B14213"/>
    <w:rsid w:val="00B14A0D"/>
    <w:rsid w:val="00B1714D"/>
    <w:rsid w:val="00B261FA"/>
    <w:rsid w:val="00B26E6D"/>
    <w:rsid w:val="00B31F1A"/>
    <w:rsid w:val="00B41C9B"/>
    <w:rsid w:val="00B42B80"/>
    <w:rsid w:val="00B43CDA"/>
    <w:rsid w:val="00B4504D"/>
    <w:rsid w:val="00B54BC1"/>
    <w:rsid w:val="00B573BA"/>
    <w:rsid w:val="00B65E76"/>
    <w:rsid w:val="00B66435"/>
    <w:rsid w:val="00B70F80"/>
    <w:rsid w:val="00B76448"/>
    <w:rsid w:val="00B821A9"/>
    <w:rsid w:val="00B8715C"/>
    <w:rsid w:val="00B87D8C"/>
    <w:rsid w:val="00B94714"/>
    <w:rsid w:val="00B94C30"/>
    <w:rsid w:val="00B978A9"/>
    <w:rsid w:val="00BA1B59"/>
    <w:rsid w:val="00BA279F"/>
    <w:rsid w:val="00BA3368"/>
    <w:rsid w:val="00BA3F85"/>
    <w:rsid w:val="00BA6451"/>
    <w:rsid w:val="00BA6BC7"/>
    <w:rsid w:val="00BA7194"/>
    <w:rsid w:val="00BB5BA6"/>
    <w:rsid w:val="00BB6E41"/>
    <w:rsid w:val="00BB7566"/>
    <w:rsid w:val="00BC2318"/>
    <w:rsid w:val="00BC3FC3"/>
    <w:rsid w:val="00BC5A05"/>
    <w:rsid w:val="00BC6538"/>
    <w:rsid w:val="00BC6A6B"/>
    <w:rsid w:val="00BD0C60"/>
    <w:rsid w:val="00BD24D5"/>
    <w:rsid w:val="00BD2556"/>
    <w:rsid w:val="00BD2E39"/>
    <w:rsid w:val="00BD522C"/>
    <w:rsid w:val="00BE0247"/>
    <w:rsid w:val="00BE087C"/>
    <w:rsid w:val="00BF4889"/>
    <w:rsid w:val="00BF6BA6"/>
    <w:rsid w:val="00C02661"/>
    <w:rsid w:val="00C060BF"/>
    <w:rsid w:val="00C115DD"/>
    <w:rsid w:val="00C12DCF"/>
    <w:rsid w:val="00C12E98"/>
    <w:rsid w:val="00C139AB"/>
    <w:rsid w:val="00C14BDB"/>
    <w:rsid w:val="00C17967"/>
    <w:rsid w:val="00C17A69"/>
    <w:rsid w:val="00C210FE"/>
    <w:rsid w:val="00C22C2E"/>
    <w:rsid w:val="00C22F17"/>
    <w:rsid w:val="00C3071F"/>
    <w:rsid w:val="00C34AC1"/>
    <w:rsid w:val="00C41E4A"/>
    <w:rsid w:val="00C4245E"/>
    <w:rsid w:val="00C43D0B"/>
    <w:rsid w:val="00C52D50"/>
    <w:rsid w:val="00C570B2"/>
    <w:rsid w:val="00C60978"/>
    <w:rsid w:val="00C63721"/>
    <w:rsid w:val="00C6441E"/>
    <w:rsid w:val="00C65002"/>
    <w:rsid w:val="00C65B9E"/>
    <w:rsid w:val="00C70734"/>
    <w:rsid w:val="00C7286B"/>
    <w:rsid w:val="00C72E2C"/>
    <w:rsid w:val="00C73D7C"/>
    <w:rsid w:val="00C76794"/>
    <w:rsid w:val="00C803D1"/>
    <w:rsid w:val="00C80841"/>
    <w:rsid w:val="00C823BA"/>
    <w:rsid w:val="00C85D85"/>
    <w:rsid w:val="00C86F23"/>
    <w:rsid w:val="00C91888"/>
    <w:rsid w:val="00C93F09"/>
    <w:rsid w:val="00CA29EE"/>
    <w:rsid w:val="00CA2D26"/>
    <w:rsid w:val="00CA78D2"/>
    <w:rsid w:val="00CB2744"/>
    <w:rsid w:val="00CB3F83"/>
    <w:rsid w:val="00CB51C5"/>
    <w:rsid w:val="00CB57D9"/>
    <w:rsid w:val="00CB5FC4"/>
    <w:rsid w:val="00CB6855"/>
    <w:rsid w:val="00CC1118"/>
    <w:rsid w:val="00CC51A0"/>
    <w:rsid w:val="00CC66D5"/>
    <w:rsid w:val="00CD246C"/>
    <w:rsid w:val="00CD362F"/>
    <w:rsid w:val="00CD46CC"/>
    <w:rsid w:val="00CD5DB1"/>
    <w:rsid w:val="00CD6288"/>
    <w:rsid w:val="00CE201A"/>
    <w:rsid w:val="00CE28A3"/>
    <w:rsid w:val="00CE2960"/>
    <w:rsid w:val="00CE2C1B"/>
    <w:rsid w:val="00CE41A8"/>
    <w:rsid w:val="00CE52D4"/>
    <w:rsid w:val="00CF11C1"/>
    <w:rsid w:val="00CF3F19"/>
    <w:rsid w:val="00CF4822"/>
    <w:rsid w:val="00CF4EEE"/>
    <w:rsid w:val="00CF5317"/>
    <w:rsid w:val="00CF69B7"/>
    <w:rsid w:val="00CF750F"/>
    <w:rsid w:val="00D00E57"/>
    <w:rsid w:val="00D01823"/>
    <w:rsid w:val="00D03BC6"/>
    <w:rsid w:val="00D116E7"/>
    <w:rsid w:val="00D16893"/>
    <w:rsid w:val="00D337D7"/>
    <w:rsid w:val="00D34A6E"/>
    <w:rsid w:val="00D354F9"/>
    <w:rsid w:val="00D41130"/>
    <w:rsid w:val="00D514BE"/>
    <w:rsid w:val="00D52D4D"/>
    <w:rsid w:val="00D53AC6"/>
    <w:rsid w:val="00D53DC1"/>
    <w:rsid w:val="00D549DE"/>
    <w:rsid w:val="00D57B05"/>
    <w:rsid w:val="00D61140"/>
    <w:rsid w:val="00D679F3"/>
    <w:rsid w:val="00D700C1"/>
    <w:rsid w:val="00D723F7"/>
    <w:rsid w:val="00D73084"/>
    <w:rsid w:val="00D73824"/>
    <w:rsid w:val="00D76274"/>
    <w:rsid w:val="00D77D2D"/>
    <w:rsid w:val="00D8156C"/>
    <w:rsid w:val="00D836F3"/>
    <w:rsid w:val="00D85993"/>
    <w:rsid w:val="00D87AE8"/>
    <w:rsid w:val="00D94EE0"/>
    <w:rsid w:val="00D96703"/>
    <w:rsid w:val="00DA005D"/>
    <w:rsid w:val="00DA1612"/>
    <w:rsid w:val="00DA3572"/>
    <w:rsid w:val="00DB0B4D"/>
    <w:rsid w:val="00DB47E9"/>
    <w:rsid w:val="00DB4E1F"/>
    <w:rsid w:val="00DB5CCD"/>
    <w:rsid w:val="00DC2F76"/>
    <w:rsid w:val="00DC62B1"/>
    <w:rsid w:val="00DD02C5"/>
    <w:rsid w:val="00DD0C92"/>
    <w:rsid w:val="00DD0D78"/>
    <w:rsid w:val="00DD28D0"/>
    <w:rsid w:val="00DD3FEE"/>
    <w:rsid w:val="00DD775A"/>
    <w:rsid w:val="00DF15CC"/>
    <w:rsid w:val="00DF1D5E"/>
    <w:rsid w:val="00DF5CB7"/>
    <w:rsid w:val="00E00084"/>
    <w:rsid w:val="00E01385"/>
    <w:rsid w:val="00E016A0"/>
    <w:rsid w:val="00E01F64"/>
    <w:rsid w:val="00E10DCE"/>
    <w:rsid w:val="00E116AB"/>
    <w:rsid w:val="00E22818"/>
    <w:rsid w:val="00E22C60"/>
    <w:rsid w:val="00E263F1"/>
    <w:rsid w:val="00E26E6F"/>
    <w:rsid w:val="00E27F42"/>
    <w:rsid w:val="00E303E1"/>
    <w:rsid w:val="00E323CE"/>
    <w:rsid w:val="00E34312"/>
    <w:rsid w:val="00E40E12"/>
    <w:rsid w:val="00E42CAF"/>
    <w:rsid w:val="00E44A01"/>
    <w:rsid w:val="00E44CEB"/>
    <w:rsid w:val="00E459D4"/>
    <w:rsid w:val="00E45B7D"/>
    <w:rsid w:val="00E45DCA"/>
    <w:rsid w:val="00E45E97"/>
    <w:rsid w:val="00E53184"/>
    <w:rsid w:val="00E54ED6"/>
    <w:rsid w:val="00E56363"/>
    <w:rsid w:val="00E565F2"/>
    <w:rsid w:val="00E57286"/>
    <w:rsid w:val="00E6009C"/>
    <w:rsid w:val="00E61246"/>
    <w:rsid w:val="00E6162B"/>
    <w:rsid w:val="00E6313C"/>
    <w:rsid w:val="00E6623A"/>
    <w:rsid w:val="00E6725F"/>
    <w:rsid w:val="00E67DF8"/>
    <w:rsid w:val="00E702AF"/>
    <w:rsid w:val="00E727BA"/>
    <w:rsid w:val="00E72F1F"/>
    <w:rsid w:val="00E76585"/>
    <w:rsid w:val="00E776F6"/>
    <w:rsid w:val="00E816A3"/>
    <w:rsid w:val="00E84F15"/>
    <w:rsid w:val="00E86F12"/>
    <w:rsid w:val="00E871F6"/>
    <w:rsid w:val="00E877A0"/>
    <w:rsid w:val="00E9066F"/>
    <w:rsid w:val="00E93EF2"/>
    <w:rsid w:val="00E94825"/>
    <w:rsid w:val="00E96746"/>
    <w:rsid w:val="00E9752F"/>
    <w:rsid w:val="00EA0FB9"/>
    <w:rsid w:val="00EA2D49"/>
    <w:rsid w:val="00EA38A7"/>
    <w:rsid w:val="00EA4F87"/>
    <w:rsid w:val="00EA5A61"/>
    <w:rsid w:val="00EB1E5F"/>
    <w:rsid w:val="00EB2212"/>
    <w:rsid w:val="00EB2546"/>
    <w:rsid w:val="00EB6070"/>
    <w:rsid w:val="00EB73D4"/>
    <w:rsid w:val="00EB76BE"/>
    <w:rsid w:val="00EC010E"/>
    <w:rsid w:val="00EC0421"/>
    <w:rsid w:val="00EC387B"/>
    <w:rsid w:val="00EC5A50"/>
    <w:rsid w:val="00ED1363"/>
    <w:rsid w:val="00ED3333"/>
    <w:rsid w:val="00ED4C92"/>
    <w:rsid w:val="00ED7495"/>
    <w:rsid w:val="00EE3325"/>
    <w:rsid w:val="00EE3B04"/>
    <w:rsid w:val="00EE7786"/>
    <w:rsid w:val="00EF272B"/>
    <w:rsid w:val="00EF2C2B"/>
    <w:rsid w:val="00EF378E"/>
    <w:rsid w:val="00EF5E20"/>
    <w:rsid w:val="00EF7977"/>
    <w:rsid w:val="00F01FE9"/>
    <w:rsid w:val="00F05495"/>
    <w:rsid w:val="00F05BC1"/>
    <w:rsid w:val="00F05FAF"/>
    <w:rsid w:val="00F070CF"/>
    <w:rsid w:val="00F07551"/>
    <w:rsid w:val="00F138A0"/>
    <w:rsid w:val="00F22D55"/>
    <w:rsid w:val="00F27C71"/>
    <w:rsid w:val="00F31AD5"/>
    <w:rsid w:val="00F3238C"/>
    <w:rsid w:val="00F359EE"/>
    <w:rsid w:val="00F365BA"/>
    <w:rsid w:val="00F403DC"/>
    <w:rsid w:val="00F4047C"/>
    <w:rsid w:val="00F40BCB"/>
    <w:rsid w:val="00F43AE5"/>
    <w:rsid w:val="00F45340"/>
    <w:rsid w:val="00F50AC1"/>
    <w:rsid w:val="00F50F97"/>
    <w:rsid w:val="00F515E4"/>
    <w:rsid w:val="00F53436"/>
    <w:rsid w:val="00F54D45"/>
    <w:rsid w:val="00F5625A"/>
    <w:rsid w:val="00F63325"/>
    <w:rsid w:val="00F64302"/>
    <w:rsid w:val="00F646C9"/>
    <w:rsid w:val="00F65118"/>
    <w:rsid w:val="00F67FE1"/>
    <w:rsid w:val="00F7145C"/>
    <w:rsid w:val="00F74929"/>
    <w:rsid w:val="00F74AAE"/>
    <w:rsid w:val="00F74E23"/>
    <w:rsid w:val="00F75F55"/>
    <w:rsid w:val="00F84271"/>
    <w:rsid w:val="00F86B57"/>
    <w:rsid w:val="00F9118E"/>
    <w:rsid w:val="00F94E9F"/>
    <w:rsid w:val="00F9695E"/>
    <w:rsid w:val="00F97A4D"/>
    <w:rsid w:val="00FA03CE"/>
    <w:rsid w:val="00FA519A"/>
    <w:rsid w:val="00FA77A5"/>
    <w:rsid w:val="00FB24C7"/>
    <w:rsid w:val="00FB47EA"/>
    <w:rsid w:val="00FB4ECC"/>
    <w:rsid w:val="00FC3FC1"/>
    <w:rsid w:val="00FC5B7F"/>
    <w:rsid w:val="00FC78B8"/>
    <w:rsid w:val="00FD2014"/>
    <w:rsid w:val="00FD2B48"/>
    <w:rsid w:val="00FD4B0B"/>
    <w:rsid w:val="00FD57DB"/>
    <w:rsid w:val="00FD59A1"/>
    <w:rsid w:val="00FE092A"/>
    <w:rsid w:val="00FE1678"/>
    <w:rsid w:val="00FE3543"/>
    <w:rsid w:val="00FE3FD2"/>
    <w:rsid w:val="00FE4CE6"/>
    <w:rsid w:val="00FE6E72"/>
    <w:rsid w:val="00FF0764"/>
    <w:rsid w:val="00FF22E9"/>
    <w:rsid w:val="00FF3E8A"/>
    <w:rsid w:val="00FF72AB"/>
    <w:rsid w:val="00FF7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94433A"/>
  <w14:defaultImageDpi w14:val="0"/>
  <w15:docId w15:val="{1CC38E16-6072-4772-ABED-65909CB91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2E5D"/>
    <w:pPr>
      <w:spacing w:before="120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B2E5D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8B2E5D"/>
    <w:pPr>
      <w:keepNext/>
      <w:numPr>
        <w:numId w:val="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2E5D"/>
    <w:pPr>
      <w:keepNext/>
      <w:numPr>
        <w:numId w:val="2"/>
      </w:numPr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2E5D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B2E5D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B2E5D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B2E5D"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2Znak">
    <w:name w:val="Nagłówek 2 Znak"/>
    <w:link w:val="Nagwek2"/>
    <w:uiPriority w:val="9"/>
    <w:locked/>
    <w:rsid w:val="008B2E5D"/>
    <w:rPr>
      <w:rFonts w:ascii="Tahoma" w:hAnsi="Tahoma" w:cs="Tahoma"/>
      <w:caps/>
      <w:sz w:val="20"/>
      <w:szCs w:val="20"/>
      <w:u w:val="single"/>
      <w:lang w:val="x-none" w:eastAsia="pl-PL"/>
    </w:rPr>
  </w:style>
  <w:style w:type="character" w:customStyle="1" w:styleId="Nagwek3Znak">
    <w:name w:val="Nagłówek 3 Znak"/>
    <w:link w:val="Nagwek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8B2E5D"/>
    <w:rPr>
      <w:rFonts w:ascii="Tahoma" w:hAnsi="Tahoma" w:cs="Tahoma"/>
      <w:b/>
      <w:bCs/>
      <w:sz w:val="28"/>
      <w:szCs w:val="28"/>
      <w:lang w:val="x-none" w:eastAsia="pl-PL"/>
    </w:rPr>
  </w:style>
  <w:style w:type="character" w:customStyle="1" w:styleId="Nagwek5Znak">
    <w:name w:val="Nagłówek 5 Znak"/>
    <w:link w:val="Nagwek5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6Znak">
    <w:name w:val="Nagłówek 6 Znak"/>
    <w:link w:val="Nagwek6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link w:val="Nagwek7"/>
    <w:uiPriority w:val="99"/>
    <w:locked/>
    <w:rsid w:val="008B2E5D"/>
    <w:rPr>
      <w:rFonts w:ascii="Tahoma" w:hAnsi="Tahoma" w:cs="Tahoma"/>
      <w:b/>
      <w:bCs/>
      <w:sz w:val="52"/>
      <w:szCs w:val="52"/>
      <w:lang w:val="x-none" w:eastAsia="pl-PL"/>
    </w:rPr>
  </w:style>
  <w:style w:type="paragraph" w:styleId="Tekstdymka">
    <w:name w:val="Balloon Text"/>
    <w:basedOn w:val="Normalny"/>
    <w:link w:val="TekstdymkaZnak"/>
    <w:uiPriority w:val="99"/>
    <w:rsid w:val="008B2E5D"/>
    <w:rPr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8B2E5D"/>
    <w:rPr>
      <w:rFonts w:ascii="Tahoma" w:hAnsi="Tahoma" w:cs="Tahoma"/>
      <w:sz w:val="16"/>
      <w:szCs w:val="16"/>
      <w:lang w:val="x-none"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Podtytu">
    <w:name w:val="Subtitle"/>
    <w:basedOn w:val="Normalny"/>
    <w:link w:val="PodtytuZnak"/>
    <w:uiPriority w:val="99"/>
    <w:qFormat/>
    <w:rsid w:val="008B2E5D"/>
    <w:rPr>
      <w:sz w:val="20"/>
      <w:szCs w:val="20"/>
      <w:u w:val="single"/>
    </w:rPr>
  </w:style>
  <w:style w:type="character" w:customStyle="1" w:styleId="PodtytuZnak">
    <w:name w:val="Podtytuł Znak"/>
    <w:link w:val="Podtytu"/>
    <w:uiPriority w:val="99"/>
    <w:locked/>
    <w:rsid w:val="008B2E5D"/>
    <w:rPr>
      <w:rFonts w:ascii="Tahoma" w:hAnsi="Tahoma" w:cs="Tahoma"/>
      <w:sz w:val="20"/>
      <w:szCs w:val="20"/>
      <w:u w:val="single"/>
      <w:lang w:val="x-none" w:eastAsia="pl-PL"/>
    </w:rPr>
  </w:style>
  <w:style w:type="paragraph" w:customStyle="1" w:styleId="standardowy0">
    <w:name w:val="standardowy"/>
    <w:basedOn w:val="Normalny"/>
    <w:uiPriority w:val="99"/>
    <w:rsid w:val="008B2E5D"/>
    <w:pPr>
      <w:spacing w:before="0"/>
    </w:pPr>
  </w:style>
  <w:style w:type="paragraph" w:styleId="Legenda">
    <w:name w:val="caption"/>
    <w:basedOn w:val="Normalny"/>
    <w:next w:val="Normalny"/>
    <w:uiPriority w:val="99"/>
    <w:qFormat/>
    <w:rsid w:val="008B2E5D"/>
    <w:rPr>
      <w:b/>
      <w:bCs/>
    </w:rPr>
  </w:style>
  <w:style w:type="paragraph" w:styleId="Tekstpodstawowy2">
    <w:name w:val="Body Text 2"/>
    <w:basedOn w:val="Normalny"/>
    <w:link w:val="Tekstpodstawowy2Znak"/>
    <w:uiPriority w:val="99"/>
    <w:rsid w:val="008B2E5D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8B2E5D"/>
    <w:rPr>
      <w:rFonts w:ascii="Tahoma" w:hAnsi="Tahoma" w:cs="Tahoma"/>
      <w:color w:val="000000"/>
      <w:sz w:val="20"/>
      <w:szCs w:val="20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8B2E5D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8B2E5D"/>
    <w:rPr>
      <w:rFonts w:ascii="Verdana" w:hAnsi="Verdana" w:cs="Verdana"/>
      <w:sz w:val="20"/>
      <w:szCs w:val="20"/>
      <w:lang w:val="x-none" w:eastAsia="pl-PL"/>
    </w:rPr>
  </w:style>
  <w:style w:type="paragraph" w:customStyle="1" w:styleId="BodyText21">
    <w:name w:val="Body Text 21"/>
    <w:basedOn w:val="Normalny"/>
    <w:uiPriority w:val="99"/>
    <w:rsid w:val="008B2E5D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rsid w:val="008B2E5D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8B2E5D"/>
    <w:rPr>
      <w:rFonts w:ascii="Tahoma" w:hAnsi="Tahoma" w:cs="Tahoma"/>
      <w:i/>
      <w:iCs/>
      <w:sz w:val="20"/>
      <w:szCs w:val="20"/>
      <w:lang w:val="x-none" w:eastAsia="pl-PL"/>
    </w:rPr>
  </w:style>
  <w:style w:type="paragraph" w:customStyle="1" w:styleId="Wylicz">
    <w:name w:val="Wylicz"/>
    <w:basedOn w:val="Normalny"/>
    <w:uiPriority w:val="99"/>
    <w:rsid w:val="008B2E5D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rsid w:val="008B2E5D"/>
    <w:pPr>
      <w:spacing w:before="0" w:after="120"/>
      <w:jc w:val="left"/>
    </w:pPr>
  </w:style>
  <w:style w:type="character" w:customStyle="1" w:styleId="TekstpodstawowyZnak">
    <w:name w:val="Tekst podstawowy Znak"/>
    <w:link w:val="Tekstpodstawowy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8B2E5D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link w:val="Tekstpodstawowy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rsid w:val="008B2E5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B2E5D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8B2E5D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8B2E5D"/>
    <w:rPr>
      <w:rFonts w:ascii="Courier New" w:hAnsi="Courier New" w:cs="Courier New"/>
      <w:sz w:val="20"/>
      <w:szCs w:val="20"/>
      <w:lang w:val="x-none" w:eastAsia="pl-PL"/>
    </w:rPr>
  </w:style>
  <w:style w:type="character" w:customStyle="1" w:styleId="moz-txt-citetags">
    <w:name w:val="moz-txt-citetags"/>
    <w:uiPriority w:val="99"/>
    <w:rsid w:val="008B2E5D"/>
  </w:style>
  <w:style w:type="paragraph" w:styleId="Spistreci1">
    <w:name w:val="toc 1"/>
    <w:basedOn w:val="Normalny"/>
    <w:next w:val="Normalny"/>
    <w:autoRedefine/>
    <w:uiPriority w:val="39"/>
    <w:rsid w:val="008B2E5D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8B2E5D"/>
    <w:pPr>
      <w:tabs>
        <w:tab w:val="left" w:pos="1200"/>
        <w:tab w:val="right" w:leader="dot" w:pos="9627"/>
      </w:tabs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8B2E5D"/>
    <w:pPr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B2E5D"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rsid w:val="008B2E5D"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rsid w:val="008B2E5D"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rsid w:val="008B2E5D"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rsid w:val="008B2E5D"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rsid w:val="008B2E5D"/>
    <w:pPr>
      <w:ind w:left="1920"/>
    </w:pPr>
  </w:style>
  <w:style w:type="character" w:styleId="Hipercze">
    <w:name w:val="Hyperlink"/>
    <w:uiPriority w:val="99"/>
    <w:rsid w:val="008B2E5D"/>
    <w:rPr>
      <w:rFonts w:cs="Times New Roman"/>
      <w:color w:val="0000FF"/>
      <w:u w:val="single"/>
    </w:rPr>
  </w:style>
  <w:style w:type="character" w:styleId="UyteHipercze">
    <w:name w:val="FollowedHyperlink"/>
    <w:uiPriority w:val="99"/>
    <w:rsid w:val="008B2E5D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B2E5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styleId="Pogrubienie">
    <w:name w:val="Strong"/>
    <w:uiPriority w:val="22"/>
    <w:qFormat/>
    <w:rsid w:val="008B2E5D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8B2E5D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8B2E5D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8B2E5D"/>
    <w:rPr>
      <w:rFonts w:ascii="Tahoma" w:hAnsi="Tahoma" w:cs="Tahoma"/>
      <w:sz w:val="24"/>
      <w:szCs w:val="24"/>
    </w:rPr>
  </w:style>
  <w:style w:type="paragraph" w:styleId="Akapitzlist">
    <w:name w:val="List Paragraph"/>
    <w:aliases w:val="lp1,Preambuła,Tytuły,Lista num"/>
    <w:basedOn w:val="Normalny"/>
    <w:link w:val="AkapitzlistZnak"/>
    <w:uiPriority w:val="34"/>
    <w:qFormat/>
    <w:rsid w:val="008B2E5D"/>
    <w:pPr>
      <w:ind w:left="720"/>
      <w:contextualSpacing/>
    </w:pPr>
  </w:style>
  <w:style w:type="table" w:styleId="Tabela-Siatka">
    <w:name w:val="Table Grid"/>
    <w:basedOn w:val="Standardowy"/>
    <w:uiPriority w:val="59"/>
    <w:rsid w:val="00BD2556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C262A"/>
    <w:rPr>
      <w:rFonts w:cs="Times New Roman"/>
      <w:sz w:val="22"/>
      <w:szCs w:val="22"/>
    </w:rPr>
  </w:style>
  <w:style w:type="character" w:customStyle="1" w:styleId="apple-converted-space">
    <w:name w:val="apple-converted-space"/>
    <w:rsid w:val="008C262A"/>
    <w:rPr>
      <w:rFonts w:cs="Times New Roman"/>
    </w:rPr>
  </w:style>
  <w:style w:type="character" w:customStyle="1" w:styleId="yes1">
    <w:name w:val="yes1"/>
    <w:rsid w:val="008C262A"/>
    <w:rPr>
      <w:rFonts w:cs="Times New Roman"/>
    </w:rPr>
  </w:style>
  <w:style w:type="paragraph" w:customStyle="1" w:styleId="WW-Legenda">
    <w:name w:val="WW-Legenda"/>
    <w:basedOn w:val="Normalny"/>
    <w:next w:val="Normalny"/>
    <w:uiPriority w:val="99"/>
    <w:rsid w:val="009005F0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p1 Znak,Preambuła Znak,Tytuły Znak,Lista num Znak"/>
    <w:link w:val="Akapitzlist"/>
    <w:uiPriority w:val="34"/>
    <w:qFormat/>
    <w:locked/>
    <w:rsid w:val="007655D0"/>
    <w:rPr>
      <w:rFonts w:ascii="Tahoma" w:hAnsi="Tahoma"/>
      <w:sz w:val="24"/>
      <w:lang w:val="x-none" w:eastAsia="pl-PL"/>
    </w:rPr>
  </w:style>
  <w:style w:type="paragraph" w:styleId="Tytu">
    <w:name w:val="Title"/>
    <w:basedOn w:val="Normalny"/>
    <w:link w:val="TytuZnak"/>
    <w:uiPriority w:val="99"/>
    <w:qFormat/>
    <w:rsid w:val="00262A47"/>
    <w:pPr>
      <w:spacing w:before="0"/>
      <w:jc w:val="center"/>
    </w:pPr>
    <w:rPr>
      <w:b/>
      <w:bCs/>
      <w:sz w:val="20"/>
      <w:szCs w:val="20"/>
    </w:rPr>
  </w:style>
  <w:style w:type="character" w:customStyle="1" w:styleId="TytuZnak">
    <w:name w:val="Tytuł Znak"/>
    <w:link w:val="Tytu"/>
    <w:uiPriority w:val="10"/>
    <w:locked/>
    <w:rsid w:val="00262A47"/>
    <w:rPr>
      <w:rFonts w:ascii="Tahoma" w:hAnsi="Tahoma" w:cs="Tahoma"/>
      <w:b/>
      <w:bCs/>
      <w:sz w:val="20"/>
      <w:szCs w:val="20"/>
      <w:lang w:val="x-none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A4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262A47"/>
    <w:rPr>
      <w:rFonts w:ascii="Tahoma" w:hAnsi="Tahoma" w:cs="Tahoma"/>
      <w:sz w:val="20"/>
      <w:szCs w:val="20"/>
      <w:lang w:val="x-none" w:eastAsia="pl-PL"/>
    </w:rPr>
  </w:style>
  <w:style w:type="character" w:styleId="Odwoanieprzypisudolnego">
    <w:name w:val="footnote reference"/>
    <w:uiPriority w:val="99"/>
    <w:semiHidden/>
    <w:unhideWhenUsed/>
    <w:rsid w:val="00262A47"/>
    <w:rPr>
      <w:rFonts w:cs="Times New Roman"/>
      <w:vertAlign w:val="superscript"/>
    </w:rPr>
  </w:style>
  <w:style w:type="paragraph" w:customStyle="1" w:styleId="Tekstpodstawowy21">
    <w:name w:val="Tekst podstawowy 21"/>
    <w:basedOn w:val="Normalny"/>
    <w:rsid w:val="005A4240"/>
    <w:pPr>
      <w:spacing w:before="0"/>
    </w:pPr>
    <w:rPr>
      <w:rFonts w:ascii="Times New Roman" w:hAnsi="Times New Roman" w:cs="Times New Roman"/>
      <w:b/>
      <w:sz w:val="18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2F91"/>
    <w:pPr>
      <w:spacing w:before="0"/>
      <w:jc w:val="left"/>
    </w:pPr>
    <w:rPr>
      <w:rFonts w:ascii="Calibri" w:hAnsi="Calibri" w:cs="Times New Roman"/>
      <w:sz w:val="20"/>
      <w:szCs w:val="20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852F91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852F91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852F91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character" w:styleId="Nierozpoznanawzmianka">
    <w:name w:val="Unresolved Mention"/>
    <w:uiPriority w:val="99"/>
    <w:semiHidden/>
    <w:unhideWhenUsed/>
    <w:rsid w:val="00D700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2084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7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perator.enea.pl/o-spolce/prekwalifikacja-i-certyfikacja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zamowienia.enea.pl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D5\RD8\Wspolny_RD8\BazaZR\Szablony\Z01_form_ofert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CE326B-4FA2-45DE-A011-C4699B4D3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Z01_form_ofert.dot</Template>
  <TotalTime>0</TotalTime>
  <Pages>3</Pages>
  <Words>775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xxxx Z01 Formularz ofertowy</vt:lpstr>
    </vt:vector>
  </TitlesOfParts>
  <Company>Microsoft</Company>
  <LinksUpToDate>false</LinksUpToDate>
  <CharactersWithSpaces>5417</CharactersWithSpaces>
  <SharedDoc>false</SharedDoc>
  <HLinks>
    <vt:vector size="12" baseType="variant">
      <vt:variant>
        <vt:i4>3735587</vt:i4>
      </vt:variant>
      <vt:variant>
        <vt:i4>18</vt:i4>
      </vt:variant>
      <vt:variant>
        <vt:i4>0</vt:i4>
      </vt:variant>
      <vt:variant>
        <vt:i4>5</vt:i4>
      </vt:variant>
      <vt:variant>
        <vt:lpwstr>http://zamowienia.enea.pl/</vt:lpwstr>
      </vt:variant>
      <vt:variant>
        <vt:lpwstr/>
      </vt:variant>
      <vt:variant>
        <vt:i4>6029324</vt:i4>
      </vt:variant>
      <vt:variant>
        <vt:i4>0</vt:i4>
      </vt:variant>
      <vt:variant>
        <vt:i4>0</vt:i4>
      </vt:variant>
      <vt:variant>
        <vt:i4>5</vt:i4>
      </vt:variant>
      <vt:variant>
        <vt:lpwstr>https://www.operator.enea.pl/o-spolce/prekwalifikacja-i-certyfikacja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Z01 Formularz ofertowy</dc:title>
  <dc:subject/>
  <dc:creator>Becella Jakub</dc:creator>
  <cp:keywords/>
  <dc:description/>
  <cp:lastModifiedBy>Becella Jakub (EOP)</cp:lastModifiedBy>
  <cp:revision>1</cp:revision>
  <cp:lastPrinted>2023-05-23T08:36:00Z</cp:lastPrinted>
  <dcterms:created xsi:type="dcterms:W3CDTF">2025-11-26T12:03:00Z</dcterms:created>
  <dcterms:modified xsi:type="dcterms:W3CDTF">2025-11-26T12:04:00Z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2025-11-26T12:04:34Z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a5fdd411-b6a4-4ca4-b222-596bda10cf3a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